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Look w:val="01E0" w:firstRow="1" w:lastRow="1" w:firstColumn="1" w:lastColumn="1" w:noHBand="0" w:noVBand="0"/>
      </w:tblPr>
      <w:tblGrid>
        <w:gridCol w:w="1791"/>
        <w:gridCol w:w="6358"/>
        <w:gridCol w:w="599"/>
        <w:gridCol w:w="2340"/>
      </w:tblGrid>
      <w:tr w:rsidR="00AF22FC" w:rsidRPr="00DE7EAD" w14:paraId="0FFECD69" w14:textId="77777777" w:rsidTr="000B157D">
        <w:trPr>
          <w:cantSplit/>
          <w:trHeight w:val="288"/>
        </w:trPr>
        <w:tc>
          <w:tcPr>
            <w:tcW w:w="1791" w:type="dxa"/>
          </w:tcPr>
          <w:p w14:paraId="0087F0EA" w14:textId="77777777" w:rsidR="00AF22FC" w:rsidRPr="00DE7EAD" w:rsidRDefault="00AF22FC" w:rsidP="00E0315B">
            <w:pPr>
              <w:spacing w:before="60" w:line="240" w:lineRule="auto"/>
              <w:ind w:left="-108" w:right="-214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7A320005" w14:textId="77777777" w:rsidR="00AF22FC" w:rsidRPr="00DE7EAD" w:rsidRDefault="00AF22FC" w:rsidP="00E0315B">
            <w:pPr>
              <w:spacing w:before="60" w:line="240" w:lineRule="auto"/>
              <w:ind w:left="-108" w:right="-10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599" w:type="dxa"/>
            <w:tcBorders>
              <w:left w:val="nil"/>
            </w:tcBorders>
            <w:vAlign w:val="center"/>
          </w:tcPr>
          <w:p w14:paraId="6B37B6CD" w14:textId="77777777" w:rsidR="00AF22FC" w:rsidRPr="00DE7EAD" w:rsidRDefault="00AF22FC" w:rsidP="00E0315B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DE7EA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536CCCEF" w14:textId="77777777" w:rsidR="00AF22FC" w:rsidRPr="00DE7EAD" w:rsidRDefault="00AF22FC" w:rsidP="00E0315B">
            <w:pPr>
              <w:spacing w:before="60" w:line="240" w:lineRule="auto"/>
              <w:ind w:left="-108" w:right="-10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D1AEDCA" w14:textId="77777777" w:rsidR="007935FA" w:rsidRPr="00DE7EAD" w:rsidRDefault="00CD1244" w:rsidP="000A2C9A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szCs w:val="18"/>
        </w:rPr>
        <w:t>►</w:t>
      </w:r>
      <w:r w:rsidRPr="00DE7EAD">
        <w:rPr>
          <w:rFonts w:cs="Arial"/>
          <w:szCs w:val="18"/>
        </w:rPr>
        <w:tab/>
      </w:r>
      <w:r w:rsidR="00234B34" w:rsidRPr="00DE7EAD">
        <w:rPr>
          <w:rFonts w:cs="Arial"/>
          <w:szCs w:val="18"/>
        </w:rPr>
        <w:t xml:space="preserve">Complete this form if you take physical possession of </w:t>
      </w:r>
      <w:proofErr w:type="gramStart"/>
      <w:r w:rsidR="00234B34" w:rsidRPr="00DE7EAD">
        <w:rPr>
          <w:rFonts w:cs="Arial"/>
          <w:szCs w:val="18"/>
        </w:rPr>
        <w:t>products</w:t>
      </w:r>
      <w:proofErr w:type="gramEnd"/>
      <w:r w:rsidR="00234B34" w:rsidRPr="00DE7EAD">
        <w:rPr>
          <w:rFonts w:cs="Arial"/>
          <w:szCs w:val="18"/>
        </w:rPr>
        <w:t xml:space="preserve"> you sell or </w:t>
      </w:r>
      <w:proofErr w:type="gramStart"/>
      <w:r w:rsidR="00234B34" w:rsidRPr="00DE7EAD">
        <w:rPr>
          <w:rFonts w:cs="Arial"/>
          <w:szCs w:val="18"/>
        </w:rPr>
        <w:t>distribute, or</w:t>
      </w:r>
      <w:proofErr w:type="gramEnd"/>
      <w:r w:rsidR="00234B34" w:rsidRPr="00DE7EAD">
        <w:rPr>
          <w:rFonts w:cs="Arial"/>
          <w:szCs w:val="18"/>
        </w:rPr>
        <w:t xml:space="preserve"> run a </w:t>
      </w:r>
      <w:r w:rsidR="00C75FE5">
        <w:rPr>
          <w:rFonts w:cs="Arial"/>
          <w:szCs w:val="18"/>
        </w:rPr>
        <w:t>manufacturing</w:t>
      </w:r>
      <w:r w:rsidR="00C75FE5" w:rsidRPr="00DE7EAD">
        <w:rPr>
          <w:rFonts w:cs="Arial"/>
          <w:szCs w:val="18"/>
        </w:rPr>
        <w:t xml:space="preserve"> </w:t>
      </w:r>
      <w:r w:rsidR="00234B34" w:rsidRPr="00DE7EAD">
        <w:rPr>
          <w:rFonts w:cs="Arial"/>
          <w:szCs w:val="18"/>
        </w:rPr>
        <w:t>or</w:t>
      </w:r>
      <w:r w:rsidR="002E062E" w:rsidRPr="00DE7EAD">
        <w:rPr>
          <w:rFonts w:cs="Arial"/>
          <w:szCs w:val="18"/>
        </w:rPr>
        <w:t xml:space="preserve"> </w:t>
      </w:r>
      <w:r w:rsidR="00234B34" w:rsidRPr="00DE7EAD">
        <w:rPr>
          <w:rFonts w:cs="Arial"/>
          <w:szCs w:val="18"/>
        </w:rPr>
        <w:t>handling facility.</w:t>
      </w:r>
      <w:r w:rsidR="00B3525B" w:rsidRPr="00DE7EAD">
        <w:rPr>
          <w:rFonts w:cs="Arial"/>
          <w:szCs w:val="18"/>
        </w:rPr>
        <w:t xml:space="preserve"> </w:t>
      </w:r>
    </w:p>
    <w:p w14:paraId="4D214482" w14:textId="77777777" w:rsidR="00BA5DE3" w:rsidRPr="00DE7EAD" w:rsidRDefault="007935FA" w:rsidP="000A2C9A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b/>
          <w:szCs w:val="18"/>
        </w:rPr>
        <w:t>►</w:t>
      </w:r>
      <w:r w:rsidRPr="00DE7EAD">
        <w:rPr>
          <w:rFonts w:cs="Arial"/>
          <w:b/>
          <w:szCs w:val="18"/>
        </w:rPr>
        <w:tab/>
      </w:r>
      <w:r w:rsidR="00BA5DE3" w:rsidRPr="00DE7EAD">
        <w:rPr>
          <w:rFonts w:cs="Arial"/>
          <w:szCs w:val="18"/>
        </w:rPr>
        <w:t xml:space="preserve">Complete </w:t>
      </w:r>
      <w:r w:rsidR="00CC60B6" w:rsidRPr="00DE7EAD">
        <w:rPr>
          <w:rFonts w:cs="Arial"/>
          <w:szCs w:val="18"/>
        </w:rPr>
        <w:t>one</w:t>
      </w:r>
      <w:r w:rsidR="00BA5DE3" w:rsidRPr="00DE7EAD">
        <w:rPr>
          <w:rFonts w:cs="Arial"/>
          <w:szCs w:val="18"/>
        </w:rPr>
        <w:t xml:space="preserve"> f</w:t>
      </w:r>
      <w:r w:rsidR="00CC60B6" w:rsidRPr="00DE7EAD">
        <w:rPr>
          <w:rFonts w:cs="Arial"/>
          <w:szCs w:val="18"/>
        </w:rPr>
        <w:t>orm for each facility/location.</w:t>
      </w:r>
    </w:p>
    <w:p w14:paraId="104E1F2C" w14:textId="77777777" w:rsidR="00CA7964" w:rsidRPr="00DE7EAD" w:rsidRDefault="0010073C" w:rsidP="00AC7D2A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  <w:b w:val="0"/>
        </w:rPr>
      </w:pPr>
      <w:r w:rsidRPr="00DE7EAD">
        <w:rPr>
          <w:rFonts w:ascii="Arial" w:hAnsi="Arial"/>
        </w:rPr>
        <w:t>General Information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45"/>
        <w:gridCol w:w="90"/>
        <w:gridCol w:w="90"/>
        <w:gridCol w:w="2970"/>
        <w:gridCol w:w="1530"/>
        <w:gridCol w:w="1620"/>
        <w:gridCol w:w="630"/>
        <w:gridCol w:w="270"/>
        <w:gridCol w:w="2243"/>
        <w:gridCol w:w="7"/>
      </w:tblGrid>
      <w:tr w:rsidR="00ED5A22" w:rsidRPr="00DE7EAD" w14:paraId="30BC1CC0" w14:textId="77777777" w:rsidTr="000B157D">
        <w:trPr>
          <w:gridAfter w:val="1"/>
          <w:wAfter w:w="7" w:type="dxa"/>
          <w:cantSplit/>
          <w:trHeight w:val="360"/>
        </w:trPr>
        <w:tc>
          <w:tcPr>
            <w:tcW w:w="1735" w:type="dxa"/>
            <w:gridSpan w:val="2"/>
            <w:vAlign w:val="center"/>
          </w:tcPr>
          <w:p w14:paraId="200E9CB3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30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Facility Name:</w:t>
            </w:r>
          </w:p>
        </w:tc>
        <w:bookmarkStart w:id="1" w:name="Text36"/>
        <w:tc>
          <w:tcPr>
            <w:tcW w:w="9353" w:type="dxa"/>
            <w:gridSpan w:val="7"/>
            <w:tcBorders>
              <w:bottom w:val="single" w:sz="4" w:space="0" w:color="auto"/>
            </w:tcBorders>
            <w:vAlign w:val="center"/>
          </w:tcPr>
          <w:p w14:paraId="6B9E3DF7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"/>
          </w:p>
        </w:tc>
      </w:tr>
      <w:tr w:rsidR="00ED5A22" w:rsidRPr="00DE7EAD" w14:paraId="2FD4925D" w14:textId="77777777" w:rsidTr="000B157D">
        <w:trPr>
          <w:cantSplit/>
          <w:trHeight w:val="360"/>
        </w:trPr>
        <w:tc>
          <w:tcPr>
            <w:tcW w:w="1825" w:type="dxa"/>
            <w:gridSpan w:val="3"/>
            <w:vAlign w:val="center"/>
          </w:tcPr>
          <w:p w14:paraId="3BA7BA82" w14:textId="77777777" w:rsidR="00ED5A22" w:rsidRPr="00DE7EAD" w:rsidRDefault="00ED5A22" w:rsidP="00ED5A22">
            <w:pPr>
              <w:spacing w:before="60" w:line="240" w:lineRule="auto"/>
              <w:ind w:left="24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szCs w:val="18"/>
              </w:rPr>
              <w:t>Facility Tax ID:</w:t>
            </w:r>
          </w:p>
        </w:tc>
        <w:tc>
          <w:tcPr>
            <w:tcW w:w="9270" w:type="dxa"/>
            <w:gridSpan w:val="7"/>
            <w:tcBorders>
              <w:bottom w:val="single" w:sz="4" w:space="0" w:color="auto"/>
            </w:tcBorders>
            <w:vAlign w:val="center"/>
          </w:tcPr>
          <w:p w14:paraId="2CAACF04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27117754" w14:textId="77777777" w:rsidTr="000B157D">
        <w:trPr>
          <w:cantSplit/>
          <w:trHeight w:val="360"/>
        </w:trPr>
        <w:tc>
          <w:tcPr>
            <w:tcW w:w="1645" w:type="dxa"/>
            <w:vAlign w:val="center"/>
          </w:tcPr>
          <w:p w14:paraId="08FFBF53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Site Address: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  <w:vAlign w:val="center"/>
          </w:tcPr>
          <w:p w14:paraId="565B75D8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0DC4BD22" w14:textId="77777777" w:rsidR="00ED5A22" w:rsidRPr="00DE7EAD" w:rsidRDefault="00ED5A22" w:rsidP="00ED5A22">
            <w:pPr>
              <w:spacing w:before="60" w:line="240" w:lineRule="auto"/>
              <w:ind w:left="115" w:right="-43" w:hanging="115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City: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vAlign w:val="center"/>
          </w:tcPr>
          <w:p w14:paraId="4F9876C6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62A274A5" w14:textId="77777777" w:rsidTr="000B157D">
        <w:trPr>
          <w:cantSplit/>
          <w:trHeight w:val="360"/>
        </w:trPr>
        <w:tc>
          <w:tcPr>
            <w:tcW w:w="1825" w:type="dxa"/>
            <w:gridSpan w:val="3"/>
            <w:vAlign w:val="center"/>
          </w:tcPr>
          <w:p w14:paraId="641B8C7B" w14:textId="77777777" w:rsidR="00ED5A22" w:rsidRPr="00DE7EAD" w:rsidRDefault="00ED5A22" w:rsidP="00ED5A22">
            <w:pPr>
              <w:spacing w:before="60" w:line="240" w:lineRule="auto"/>
              <w:ind w:left="248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State/Province: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14:paraId="0FE94904" w14:textId="77777777" w:rsidR="00ED5A22" w:rsidRPr="00DE7EAD" w:rsidRDefault="00ED5A22" w:rsidP="004018F1">
            <w:pPr>
              <w:spacing w:before="60" w:line="240" w:lineRule="auto"/>
              <w:ind w:left="-108" w:right="-32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03A2DB60" w14:textId="77777777" w:rsidR="00ED5A22" w:rsidRPr="00DE7EAD" w:rsidRDefault="00ED5A22" w:rsidP="00ED5A2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Zip/Postal Code: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9C698D7" w14:textId="77777777" w:rsidR="00ED5A22" w:rsidRPr="00DE7EAD" w:rsidRDefault="00ED5A22" w:rsidP="004018F1">
            <w:pPr>
              <w:spacing w:before="60" w:line="240" w:lineRule="auto"/>
              <w:ind w:right="-48" w:hanging="107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72E234F6" w14:textId="77777777" w:rsidR="00ED5A22" w:rsidRPr="00DE7EAD" w:rsidRDefault="00ED5A22" w:rsidP="00ED5A2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Country: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6BECB" w14:textId="77777777" w:rsidR="00ED5A22" w:rsidRPr="00DE7EAD" w:rsidRDefault="00ED5A22" w:rsidP="004018F1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D61C45F" w14:textId="77777777" w:rsidR="00ED5A22" w:rsidRPr="00ED5A22" w:rsidRDefault="00ED5A22" w:rsidP="00ED5A22">
      <w:pPr>
        <w:numPr>
          <w:ilvl w:val="0"/>
          <w:numId w:val="23"/>
        </w:numPr>
        <w:spacing w:before="60" w:line="240" w:lineRule="auto"/>
        <w:ind w:left="360" w:right="-36"/>
        <w:rPr>
          <w:rFonts w:cs="Arial"/>
          <w:szCs w:val="18"/>
        </w:rPr>
      </w:pPr>
      <w:bookmarkStart w:id="2" w:name="_Hlk6324299"/>
      <w:r w:rsidRPr="005A4FCE">
        <w:rPr>
          <w:rFonts w:cs="Arial"/>
          <w:i/>
          <w:iCs/>
          <w:szCs w:val="18"/>
        </w:rPr>
        <w:t>Manufacturers are required to register with CDPH after achieving OCal certification with CCO</w:t>
      </w:r>
      <w:r>
        <w:rPr>
          <w:rFonts w:cs="Arial"/>
          <w:i/>
          <w:iCs/>
          <w:szCs w:val="18"/>
        </w:rPr>
        <w:t>F. This does not apply to distributors and cultivators.</w:t>
      </w:r>
    </w:p>
    <w:p w14:paraId="7AB72F99" w14:textId="77777777" w:rsidR="00ED5A22" w:rsidRDefault="00ED5A22" w:rsidP="00ED5A22">
      <w:pPr>
        <w:spacing w:before="60" w:line="240" w:lineRule="auto"/>
        <w:ind w:left="360" w:right="-36"/>
        <w:rPr>
          <w:rFonts w:cs="Arial"/>
          <w:szCs w:val="18"/>
        </w:rPr>
      </w:pPr>
      <w:r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</w:t>
      </w:r>
      <w:proofErr w:type="gramStart"/>
      <w:r>
        <w:rPr>
          <w:rFonts w:cs="Arial"/>
          <w:szCs w:val="18"/>
        </w:rPr>
        <w:t>Registration in</w:t>
      </w:r>
      <w:proofErr w:type="gramEnd"/>
      <w:r>
        <w:rPr>
          <w:rFonts w:cs="Arial"/>
          <w:szCs w:val="18"/>
        </w:rPr>
        <w:t xml:space="preserve"> process (manufacturers)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835"/>
        <w:gridCol w:w="90"/>
        <w:gridCol w:w="997"/>
        <w:gridCol w:w="1073"/>
        <w:gridCol w:w="1440"/>
        <w:gridCol w:w="900"/>
        <w:gridCol w:w="547"/>
        <w:gridCol w:w="4853"/>
      </w:tblGrid>
      <w:tr w:rsidR="00ED5A22" w:rsidRPr="00DE7EAD" w14:paraId="271C4B56" w14:textId="77777777" w:rsidTr="000B157D">
        <w:trPr>
          <w:cantSplit/>
          <w:trHeight w:val="360"/>
        </w:trPr>
        <w:tc>
          <w:tcPr>
            <w:tcW w:w="360" w:type="dxa"/>
            <w:vAlign w:val="center"/>
          </w:tcPr>
          <w:p w14:paraId="60A9FE89" w14:textId="77777777" w:rsidR="00ED5A22" w:rsidRPr="00DE7EAD" w:rsidRDefault="00ED5A22" w:rsidP="005156E9">
            <w:pPr>
              <w:spacing w:before="60" w:line="240" w:lineRule="auto"/>
              <w:ind w:left="-105" w:right="-120"/>
              <w:jc w:val="center"/>
              <w:rPr>
                <w:rFonts w:cs="Arial"/>
                <w:szCs w:val="18"/>
              </w:rPr>
            </w:pPr>
          </w:p>
        </w:tc>
        <w:tc>
          <w:tcPr>
            <w:tcW w:w="4435" w:type="dxa"/>
            <w:gridSpan w:val="5"/>
            <w:vAlign w:val="center"/>
          </w:tcPr>
          <w:p w14:paraId="7496B4A5" w14:textId="77777777" w:rsidR="00ED5A22" w:rsidRPr="00ED5A22" w:rsidRDefault="00ED5A22" w:rsidP="00FA1032">
            <w:pPr>
              <w:numPr>
                <w:ilvl w:val="0"/>
                <w:numId w:val="22"/>
              </w:numPr>
              <w:spacing w:before="60" w:line="240" w:lineRule="auto"/>
              <w:ind w:left="240" w:right="-43"/>
              <w:rPr>
                <w:rFonts w:cs="Arial"/>
                <w:szCs w:val="18"/>
              </w:rPr>
            </w:pPr>
            <w:r w:rsidRPr="00ED5A22">
              <w:rPr>
                <w:rFonts w:cs="Arial"/>
                <w:szCs w:val="18"/>
              </w:rPr>
              <w:t>CDPH OCal manufacturing registration number:</w:t>
            </w:r>
          </w:p>
        </w:tc>
        <w:tc>
          <w:tcPr>
            <w:tcW w:w="6300" w:type="dxa"/>
            <w:gridSpan w:val="3"/>
            <w:tcBorders>
              <w:bottom w:val="single" w:sz="4" w:space="0" w:color="auto"/>
            </w:tcBorders>
            <w:vAlign w:val="center"/>
          </w:tcPr>
          <w:p w14:paraId="549D06D7" w14:textId="77777777" w:rsidR="00ED5A22" w:rsidRPr="00DE7EAD" w:rsidRDefault="00ED5A22" w:rsidP="00ED5A22">
            <w:pPr>
              <w:tabs>
                <w:tab w:val="left" w:pos="6372"/>
              </w:tabs>
              <w:spacing w:before="60" w:line="240" w:lineRule="auto"/>
              <w:ind w:left="-113" w:right="-32"/>
              <w:rPr>
                <w:rFonts w:cs="Arial"/>
                <w:szCs w:val="18"/>
              </w:rPr>
            </w:pPr>
            <w:r w:rsidRPr="00ED5A2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ED5A2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D5A22">
              <w:rPr>
                <w:rFonts w:cs="Arial"/>
                <w:b/>
                <w:color w:val="0070C0"/>
                <w:szCs w:val="18"/>
              </w:rPr>
            </w:r>
            <w:r w:rsidRPr="00ED5A2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D5A2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2D752A26" w14:textId="77777777" w:rsidTr="000B157D">
        <w:trPr>
          <w:cantSplit/>
          <w:trHeight w:val="360"/>
        </w:trPr>
        <w:tc>
          <w:tcPr>
            <w:tcW w:w="2282" w:type="dxa"/>
            <w:gridSpan w:val="4"/>
            <w:vAlign w:val="center"/>
          </w:tcPr>
          <w:p w14:paraId="0382E4EF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Contact (Name/Title):</w:t>
            </w:r>
          </w:p>
        </w:tc>
        <w:tc>
          <w:tcPr>
            <w:tcW w:w="8813" w:type="dxa"/>
            <w:gridSpan w:val="5"/>
            <w:tcBorders>
              <w:bottom w:val="single" w:sz="4" w:space="0" w:color="auto"/>
            </w:tcBorders>
            <w:vAlign w:val="center"/>
          </w:tcPr>
          <w:p w14:paraId="4F954B43" w14:textId="77777777" w:rsidR="00ED5A22" w:rsidRPr="00DE7EAD" w:rsidRDefault="00ED5A22" w:rsidP="005156E9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6080152F" w14:textId="77777777" w:rsidTr="000B157D">
        <w:trPr>
          <w:cantSplit/>
          <w:trHeight w:val="360"/>
        </w:trPr>
        <w:tc>
          <w:tcPr>
            <w:tcW w:w="1195" w:type="dxa"/>
            <w:gridSpan w:val="2"/>
            <w:vAlign w:val="center"/>
          </w:tcPr>
          <w:p w14:paraId="02DEC15C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Phone:</w:t>
            </w:r>
          </w:p>
        </w:tc>
        <w:tc>
          <w:tcPr>
            <w:tcW w:w="4500" w:type="dxa"/>
            <w:gridSpan w:val="5"/>
            <w:tcBorders>
              <w:bottom w:val="single" w:sz="4" w:space="0" w:color="auto"/>
            </w:tcBorders>
            <w:vAlign w:val="center"/>
          </w:tcPr>
          <w:p w14:paraId="36AC99D3" w14:textId="77777777" w:rsidR="00ED5A22" w:rsidRPr="00DE7EAD" w:rsidRDefault="00ED5A22" w:rsidP="005156E9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3" w:name="Text50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3"/>
          </w:p>
        </w:tc>
        <w:tc>
          <w:tcPr>
            <w:tcW w:w="547" w:type="dxa"/>
            <w:vAlign w:val="center"/>
          </w:tcPr>
          <w:p w14:paraId="1695FE5C" w14:textId="77777777" w:rsidR="00ED5A22" w:rsidRPr="00DE7EAD" w:rsidRDefault="00ED5A22" w:rsidP="00ED5A2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Fax:</w:t>
            </w:r>
          </w:p>
        </w:tc>
        <w:bookmarkStart w:id="4" w:name="Text37"/>
        <w:tc>
          <w:tcPr>
            <w:tcW w:w="4853" w:type="dxa"/>
            <w:tcBorders>
              <w:bottom w:val="single" w:sz="4" w:space="0" w:color="auto"/>
            </w:tcBorders>
            <w:vAlign w:val="center"/>
          </w:tcPr>
          <w:p w14:paraId="134BDD93" w14:textId="77777777" w:rsidR="00ED5A22" w:rsidRPr="00DE7EAD" w:rsidRDefault="00ED5A22" w:rsidP="005156E9">
            <w:pPr>
              <w:spacing w:before="60" w:line="240" w:lineRule="auto"/>
              <w:ind w:left="-9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4"/>
          </w:p>
        </w:tc>
      </w:tr>
      <w:tr w:rsidR="00ED5A22" w:rsidRPr="00DE7EAD" w14:paraId="740475D5" w14:textId="77777777" w:rsidTr="000B157D">
        <w:trPr>
          <w:cantSplit/>
          <w:trHeight w:val="360"/>
        </w:trPr>
        <w:tc>
          <w:tcPr>
            <w:tcW w:w="1285" w:type="dxa"/>
            <w:gridSpan w:val="3"/>
            <w:vAlign w:val="center"/>
          </w:tcPr>
          <w:p w14:paraId="2CB9A28A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Email(s):</w:t>
            </w:r>
          </w:p>
        </w:tc>
        <w:tc>
          <w:tcPr>
            <w:tcW w:w="9810" w:type="dxa"/>
            <w:gridSpan w:val="6"/>
            <w:tcBorders>
              <w:bottom w:val="single" w:sz="4" w:space="0" w:color="auto"/>
            </w:tcBorders>
            <w:vAlign w:val="center"/>
          </w:tcPr>
          <w:p w14:paraId="689D4246" w14:textId="77777777" w:rsidR="00ED5A22" w:rsidRPr="00DE7EAD" w:rsidRDefault="00ED5A22" w:rsidP="005156E9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D5A22" w:rsidRPr="00DE7EAD" w14:paraId="7B1E5CA3" w14:textId="77777777" w:rsidTr="000B157D">
        <w:trPr>
          <w:cantSplit/>
          <w:trHeight w:val="360"/>
        </w:trPr>
        <w:tc>
          <w:tcPr>
            <w:tcW w:w="3355" w:type="dxa"/>
            <w:gridSpan w:val="5"/>
            <w:vAlign w:val="center"/>
          </w:tcPr>
          <w:p w14:paraId="6A2956A0" w14:textId="77777777" w:rsidR="00ED5A22" w:rsidRPr="00DE7EAD" w:rsidRDefault="00ED5A22" w:rsidP="00ED5A22">
            <w:pPr>
              <w:numPr>
                <w:ilvl w:val="0"/>
                <w:numId w:val="23"/>
              </w:numPr>
              <w:spacing w:before="60" w:line="240" w:lineRule="auto"/>
              <w:ind w:right="-110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 xml:space="preserve">Type of </w:t>
            </w:r>
            <w:r>
              <w:rPr>
                <w:rFonts w:cs="Arial"/>
                <w:szCs w:val="18"/>
              </w:rPr>
              <w:t>manufacturing</w:t>
            </w:r>
            <w:r w:rsidRPr="00DE7EAD">
              <w:rPr>
                <w:rFonts w:cs="Arial"/>
                <w:szCs w:val="18"/>
              </w:rPr>
              <w:t xml:space="preserve"> or handling:</w:t>
            </w:r>
          </w:p>
        </w:tc>
        <w:tc>
          <w:tcPr>
            <w:tcW w:w="7740" w:type="dxa"/>
            <w:gridSpan w:val="4"/>
            <w:tcBorders>
              <w:bottom w:val="single" w:sz="4" w:space="0" w:color="auto"/>
            </w:tcBorders>
            <w:vAlign w:val="center"/>
          </w:tcPr>
          <w:p w14:paraId="4EED27D8" w14:textId="77777777" w:rsidR="00ED5A22" w:rsidRPr="00DE7EAD" w:rsidRDefault="00ED5A22" w:rsidP="005156E9">
            <w:pPr>
              <w:spacing w:before="60" w:line="240" w:lineRule="auto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D4CAE1" w14:textId="77777777" w:rsidR="007D10EA" w:rsidRDefault="00BD2374" w:rsidP="00ED5A22">
      <w:pPr>
        <w:numPr>
          <w:ilvl w:val="0"/>
          <w:numId w:val="23"/>
        </w:numPr>
        <w:spacing w:before="60" w:line="240" w:lineRule="auto"/>
        <w:ind w:left="360" w:right="-36"/>
        <w:rPr>
          <w:rFonts w:cs="Arial"/>
          <w:szCs w:val="18"/>
        </w:rPr>
      </w:pPr>
      <w:r w:rsidRPr="00FE47B3">
        <w:rPr>
          <w:rFonts w:cs="Arial"/>
          <w:szCs w:val="18"/>
        </w:rPr>
        <w:t>Do you (check one):</w:t>
      </w:r>
      <w:r>
        <w:rPr>
          <w:rFonts w:cs="Arial"/>
          <w:szCs w:val="18"/>
        </w:rPr>
        <w:t xml:space="preserve">    </w:t>
      </w:r>
    </w:p>
    <w:p w14:paraId="3C7808B5" w14:textId="77777777" w:rsidR="00BD2374" w:rsidRPr="00BD2374" w:rsidRDefault="00BD2374" w:rsidP="00ED5A22">
      <w:p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Own this facility    </w:t>
      </w: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Lease this facility</w:t>
      </w:r>
    </w:p>
    <w:p w14:paraId="63F2E1F7" w14:textId="77777777" w:rsidR="007D10EA" w:rsidRDefault="00BD2374" w:rsidP="00ED5A22">
      <w:pPr>
        <w:numPr>
          <w:ilvl w:val="0"/>
          <w:numId w:val="23"/>
        </w:num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t>Do you (check one or both):</w:t>
      </w:r>
      <w:r>
        <w:rPr>
          <w:rFonts w:cs="Arial"/>
          <w:szCs w:val="18"/>
        </w:rPr>
        <w:t xml:space="preserve">    </w:t>
      </w:r>
    </w:p>
    <w:p w14:paraId="77D3B53E" w14:textId="77777777" w:rsidR="00BD2374" w:rsidRPr="00BD2374" w:rsidRDefault="00BD2374" w:rsidP="00ED5A22">
      <w:p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"/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bookmarkEnd w:id="5"/>
      <w:r w:rsidRPr="00BD2374">
        <w:rPr>
          <w:rFonts w:cs="Arial"/>
          <w:szCs w:val="18"/>
        </w:rPr>
        <w:t xml:space="preserve"> Own the products </w:t>
      </w:r>
      <w:r w:rsidR="00C75FE5">
        <w:rPr>
          <w:rFonts w:cs="Arial"/>
          <w:szCs w:val="18"/>
        </w:rPr>
        <w:t>manufactured and/or handled</w:t>
      </w:r>
      <w:r w:rsidR="00C75FE5" w:rsidRPr="00BD2374">
        <w:rPr>
          <w:rFonts w:cs="Arial"/>
          <w:szCs w:val="18"/>
        </w:rPr>
        <w:t xml:space="preserve"> </w:t>
      </w:r>
      <w:r w:rsidRPr="00BD2374">
        <w:rPr>
          <w:rFonts w:cs="Arial"/>
          <w:szCs w:val="18"/>
        </w:rPr>
        <w:t>here</w:t>
      </w:r>
      <w:bookmarkStart w:id="6" w:name="Check2"/>
      <w:r w:rsidRPr="00BD2374">
        <w:rPr>
          <w:rFonts w:cs="Arial"/>
          <w:szCs w:val="18"/>
        </w:rPr>
        <w:t xml:space="preserve">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bookmarkEnd w:id="6"/>
      <w:r w:rsidRPr="00BD2374">
        <w:rPr>
          <w:rFonts w:cs="Arial"/>
          <w:szCs w:val="18"/>
        </w:rPr>
        <w:t xml:space="preserve"> Provide </w:t>
      </w:r>
      <w:r w:rsidR="00C75FE5">
        <w:rPr>
          <w:rFonts w:cs="Arial"/>
          <w:szCs w:val="18"/>
        </w:rPr>
        <w:t>manufacturing and/or handling</w:t>
      </w:r>
      <w:r w:rsidR="00C75FE5" w:rsidRPr="00BD2374">
        <w:rPr>
          <w:rFonts w:cs="Arial"/>
          <w:szCs w:val="18"/>
        </w:rPr>
        <w:t xml:space="preserve"> </w:t>
      </w:r>
      <w:r w:rsidRPr="00BD2374">
        <w:rPr>
          <w:rFonts w:cs="Arial"/>
          <w:szCs w:val="18"/>
        </w:rPr>
        <w:t>services</w:t>
      </w:r>
    </w:p>
    <w:p w14:paraId="0FDCF6AD" w14:textId="77777777" w:rsidR="007D10EA" w:rsidRDefault="00BD2374" w:rsidP="00ED5A22">
      <w:pPr>
        <w:numPr>
          <w:ilvl w:val="0"/>
          <w:numId w:val="23"/>
        </w:num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t>Is this facility:</w:t>
      </w:r>
      <w:r>
        <w:rPr>
          <w:rFonts w:cs="Arial"/>
          <w:szCs w:val="18"/>
        </w:rPr>
        <w:t xml:space="preserve">    </w:t>
      </w:r>
    </w:p>
    <w:p w14:paraId="2AEFF4BC" w14:textId="77777777" w:rsidR="00BD2374" w:rsidRPr="00BD2374" w:rsidRDefault="00BD2374" w:rsidP="00ED5A22">
      <w:pPr>
        <w:spacing w:before="60" w:line="240" w:lineRule="auto"/>
        <w:ind w:left="360" w:right="-36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 w:rsidR="00C75FE5">
        <w:rPr>
          <w:rFonts w:cs="Arial"/>
          <w:szCs w:val="18"/>
        </w:rPr>
        <w:t>OCal</w:t>
      </w:r>
      <w:r w:rsidR="00C75FE5" w:rsidRPr="00BD2374">
        <w:rPr>
          <w:rFonts w:cs="Arial"/>
          <w:szCs w:val="18"/>
        </w:rPr>
        <w:t xml:space="preserve"> </w:t>
      </w:r>
      <w:r w:rsidR="00675737">
        <w:rPr>
          <w:rFonts w:cs="Arial"/>
          <w:szCs w:val="18"/>
        </w:rPr>
        <w:t xml:space="preserve">and organic </w:t>
      </w:r>
      <w:r w:rsidRPr="00BD2374">
        <w:rPr>
          <w:rFonts w:cs="Arial"/>
          <w:szCs w:val="18"/>
        </w:rPr>
        <w:t xml:space="preserve">only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 w:rsidR="00C75FE5">
        <w:rPr>
          <w:rFonts w:cs="Arial"/>
          <w:szCs w:val="18"/>
        </w:rPr>
        <w:t>OCal</w:t>
      </w:r>
      <w:r w:rsidR="00675737">
        <w:rPr>
          <w:rFonts w:cs="Arial"/>
          <w:szCs w:val="18"/>
        </w:rPr>
        <w:t>/organic and n</w:t>
      </w:r>
      <w:r w:rsidR="00C75FE5">
        <w:rPr>
          <w:rFonts w:cs="Arial"/>
          <w:szCs w:val="18"/>
        </w:rPr>
        <w:t>on-OCal</w:t>
      </w:r>
      <w:r w:rsidR="00675737">
        <w:rPr>
          <w:rFonts w:cs="Arial"/>
          <w:szCs w:val="18"/>
        </w:rPr>
        <w:t>/</w:t>
      </w:r>
      <w:r w:rsidRPr="00BD2374">
        <w:rPr>
          <w:rFonts w:cs="Arial"/>
          <w:szCs w:val="18"/>
        </w:rPr>
        <w:t>nonorganic</w:t>
      </w:r>
    </w:p>
    <w:p w14:paraId="528C9861" w14:textId="77777777" w:rsidR="00667AFC" w:rsidRDefault="00667AFC" w:rsidP="00ED5A22">
      <w:pPr>
        <w:numPr>
          <w:ilvl w:val="1"/>
          <w:numId w:val="20"/>
        </w:numPr>
        <w:spacing w:before="60" w:line="240" w:lineRule="auto"/>
        <w:ind w:right="-36"/>
        <w:rPr>
          <w:rFonts w:cs="Arial"/>
          <w:szCs w:val="18"/>
        </w:rPr>
      </w:pPr>
      <w:bookmarkStart w:id="7" w:name="_Hlk83023386"/>
      <w:r w:rsidRPr="00667AFC">
        <w:rPr>
          <w:rFonts w:cs="Arial"/>
          <w:szCs w:val="18"/>
        </w:rPr>
        <w:t xml:space="preserve">Do you manufacture or handle </w:t>
      </w:r>
      <w:r>
        <w:rPr>
          <w:rFonts w:cs="Arial"/>
          <w:szCs w:val="18"/>
        </w:rPr>
        <w:t xml:space="preserve">identical OCal and non-OCal </w:t>
      </w:r>
      <w:r w:rsidRPr="00667AFC">
        <w:rPr>
          <w:rFonts w:cs="Arial"/>
          <w:szCs w:val="18"/>
        </w:rPr>
        <w:t>products?</w:t>
      </w:r>
    </w:p>
    <w:p w14:paraId="76BE9109" w14:textId="77777777" w:rsidR="00667AFC" w:rsidRPr="00667AFC" w:rsidRDefault="00667AFC" w:rsidP="00ED5A22">
      <w:pPr>
        <w:spacing w:before="60" w:line="240" w:lineRule="auto"/>
        <w:ind w:left="720" w:right="-36"/>
        <w:rPr>
          <w:rFonts w:cs="Arial"/>
          <w:szCs w:val="18"/>
        </w:rPr>
      </w:pPr>
      <w:r w:rsidRPr="00667AFC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67AFC">
        <w:rPr>
          <w:rFonts w:cs="Arial"/>
          <w:szCs w:val="18"/>
        </w:rPr>
        <w:instrText xml:space="preserve"> FORMCHECKBOX </w:instrText>
      </w:r>
      <w:r w:rsidRPr="00667AFC">
        <w:rPr>
          <w:rFonts w:cs="Arial"/>
          <w:szCs w:val="18"/>
        </w:rPr>
      </w:r>
      <w:r w:rsidRPr="00667AFC">
        <w:rPr>
          <w:rFonts w:cs="Arial"/>
          <w:szCs w:val="18"/>
        </w:rPr>
        <w:fldChar w:fldCharType="separate"/>
      </w:r>
      <w:r w:rsidRPr="00667AFC">
        <w:rPr>
          <w:rFonts w:cs="Arial"/>
          <w:szCs w:val="18"/>
        </w:rPr>
        <w:fldChar w:fldCharType="end"/>
      </w:r>
      <w:r w:rsidRPr="00667AFC">
        <w:rPr>
          <w:rFonts w:cs="Arial"/>
          <w:szCs w:val="18"/>
        </w:rPr>
        <w:t xml:space="preserve"> Yes    </w:t>
      </w:r>
      <w:r w:rsidRPr="00667AFC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67AFC">
        <w:rPr>
          <w:rFonts w:cs="Arial"/>
          <w:szCs w:val="18"/>
        </w:rPr>
        <w:instrText xml:space="preserve"> FORMCHECKBOX </w:instrText>
      </w:r>
      <w:r w:rsidRPr="00667AFC">
        <w:rPr>
          <w:rFonts w:cs="Arial"/>
          <w:szCs w:val="18"/>
        </w:rPr>
      </w:r>
      <w:r w:rsidRPr="00667AFC">
        <w:rPr>
          <w:rFonts w:cs="Arial"/>
          <w:szCs w:val="18"/>
        </w:rPr>
        <w:fldChar w:fldCharType="separate"/>
      </w:r>
      <w:r w:rsidRPr="00667AFC">
        <w:rPr>
          <w:rFonts w:cs="Arial"/>
          <w:szCs w:val="18"/>
        </w:rPr>
        <w:fldChar w:fldCharType="end"/>
      </w:r>
      <w:r w:rsidRPr="00667AFC">
        <w:rPr>
          <w:rFonts w:cs="Arial"/>
          <w:szCs w:val="18"/>
        </w:rPr>
        <w:t xml:space="preserve"> No        </w:t>
      </w:r>
    </w:p>
    <w:p w14:paraId="07CEF145" w14:textId="77777777" w:rsidR="007D10EA" w:rsidRDefault="00BD2374" w:rsidP="00ED5A22">
      <w:pPr>
        <w:numPr>
          <w:ilvl w:val="1"/>
          <w:numId w:val="20"/>
        </w:numPr>
        <w:spacing w:before="60" w:line="240" w:lineRule="auto"/>
        <w:ind w:right="-36"/>
        <w:rPr>
          <w:rFonts w:cs="Arial"/>
          <w:szCs w:val="18"/>
        </w:rPr>
      </w:pPr>
      <w:bookmarkStart w:id="8" w:name="_Hlk83023265"/>
      <w:bookmarkEnd w:id="7"/>
      <w:r w:rsidRPr="00FE47B3">
        <w:rPr>
          <w:rFonts w:cs="Arial"/>
          <w:szCs w:val="18"/>
        </w:rPr>
        <w:t xml:space="preserve">Do you </w:t>
      </w:r>
      <w:r w:rsidR="00C75FE5">
        <w:rPr>
          <w:rFonts w:cs="Arial"/>
          <w:szCs w:val="18"/>
        </w:rPr>
        <w:t>manufacture</w:t>
      </w:r>
      <w:r w:rsidR="00C75FE5" w:rsidRPr="00FE47B3">
        <w:rPr>
          <w:rFonts w:cs="Arial"/>
          <w:szCs w:val="18"/>
        </w:rPr>
        <w:t xml:space="preserve"> </w:t>
      </w:r>
      <w:r w:rsidRPr="00FE47B3">
        <w:rPr>
          <w:rFonts w:cs="Arial"/>
          <w:szCs w:val="18"/>
        </w:rPr>
        <w:t xml:space="preserve">or handle </w:t>
      </w:r>
      <w:r w:rsidR="00675737">
        <w:rPr>
          <w:rFonts w:cs="Arial"/>
          <w:szCs w:val="18"/>
        </w:rPr>
        <w:t>organic</w:t>
      </w:r>
      <w:r w:rsidR="00C75FE5" w:rsidRPr="00FE47B3">
        <w:rPr>
          <w:rFonts w:cs="Arial"/>
          <w:szCs w:val="18"/>
        </w:rPr>
        <w:t xml:space="preserve"> </w:t>
      </w:r>
      <w:r w:rsidRPr="00FE47B3">
        <w:rPr>
          <w:rFonts w:cs="Arial"/>
          <w:szCs w:val="18"/>
        </w:rPr>
        <w:t>products identical to</w:t>
      </w:r>
      <w:r w:rsidR="00675737">
        <w:rPr>
          <w:rFonts w:cs="Arial"/>
          <w:szCs w:val="18"/>
        </w:rPr>
        <w:t xml:space="preserve"> nonorganic</w:t>
      </w:r>
      <w:r w:rsidR="00C75FE5" w:rsidRPr="00FE47B3">
        <w:rPr>
          <w:rFonts w:cs="Arial"/>
          <w:szCs w:val="18"/>
        </w:rPr>
        <w:t xml:space="preserve"> </w:t>
      </w:r>
      <w:r w:rsidRPr="00FE47B3">
        <w:rPr>
          <w:rFonts w:cs="Arial"/>
          <w:szCs w:val="18"/>
        </w:rPr>
        <w:t>products?</w:t>
      </w:r>
      <w:r>
        <w:rPr>
          <w:rFonts w:cs="Arial"/>
          <w:szCs w:val="18"/>
        </w:rPr>
        <w:t xml:space="preserve">    </w:t>
      </w:r>
    </w:p>
    <w:p w14:paraId="290AA63B" w14:textId="77777777" w:rsidR="00BD2374" w:rsidRPr="00BD2374" w:rsidRDefault="00BD2374" w:rsidP="00ED5A22">
      <w:pPr>
        <w:spacing w:before="60" w:line="240" w:lineRule="auto"/>
        <w:ind w:left="720" w:right="-36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4"/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bookmarkEnd w:id="9"/>
      <w:r w:rsidRPr="00BD2374">
        <w:rPr>
          <w:rFonts w:cs="Arial"/>
          <w:szCs w:val="18"/>
        </w:rPr>
        <w:t xml:space="preserve"> </w:t>
      </w:r>
      <w:bookmarkStart w:id="10" w:name="_Hlk83023333"/>
      <w:r w:rsidRPr="00BD2374">
        <w:rPr>
          <w:rFonts w:cs="Arial"/>
          <w:szCs w:val="18"/>
        </w:rPr>
        <w:t xml:space="preserve">Yes     </w:t>
      </w:r>
      <w:bookmarkStart w:id="11" w:name="Check5"/>
      <w:bookmarkEnd w:id="8"/>
      <w:r w:rsidRPr="00BD2374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bookmarkEnd w:id="11"/>
      <w:r w:rsidRPr="00BD2374">
        <w:rPr>
          <w:rFonts w:cs="Arial"/>
          <w:szCs w:val="18"/>
        </w:rPr>
        <w:t xml:space="preserve"> No</w:t>
      </w:r>
      <w:bookmarkEnd w:id="10"/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95"/>
        <w:gridCol w:w="8273"/>
      </w:tblGrid>
      <w:tr w:rsidR="00BD2374" w:rsidRPr="00FE47B3" w14:paraId="5BC5310E" w14:textId="77777777" w:rsidTr="000B157D">
        <w:trPr>
          <w:cantSplit/>
          <w:trHeight w:val="360"/>
        </w:trPr>
        <w:tc>
          <w:tcPr>
            <w:tcW w:w="2095" w:type="dxa"/>
            <w:vAlign w:val="center"/>
          </w:tcPr>
          <w:bookmarkEnd w:id="2"/>
          <w:p w14:paraId="1897E7D3" w14:textId="77777777" w:rsidR="00BD2374" w:rsidRPr="00FE47B3" w:rsidRDefault="00BD2374" w:rsidP="00ED5A22">
            <w:pPr>
              <w:numPr>
                <w:ilvl w:val="2"/>
                <w:numId w:val="20"/>
              </w:numPr>
              <w:spacing w:before="60" w:line="240" w:lineRule="auto"/>
              <w:ind w:left="249" w:right="-43" w:hanging="360"/>
              <w:rPr>
                <w:rFonts w:cs="Arial"/>
                <w:szCs w:val="18"/>
              </w:rPr>
            </w:pPr>
            <w:r w:rsidRPr="00FE47B3">
              <w:rPr>
                <w:rFonts w:cs="Arial"/>
                <w:szCs w:val="18"/>
              </w:rPr>
              <w:t>If yes, list products:</w:t>
            </w:r>
          </w:p>
        </w:tc>
        <w:tc>
          <w:tcPr>
            <w:tcW w:w="8273" w:type="dxa"/>
            <w:tcBorders>
              <w:bottom w:val="single" w:sz="4" w:space="0" w:color="auto"/>
            </w:tcBorders>
            <w:vAlign w:val="center"/>
          </w:tcPr>
          <w:p w14:paraId="16A53A95" w14:textId="77777777" w:rsidR="00BD2374" w:rsidRPr="00FE47B3" w:rsidRDefault="00BD2374" w:rsidP="004018F1">
            <w:pPr>
              <w:spacing w:before="60" w:line="240" w:lineRule="auto"/>
              <w:ind w:right="-18" w:hanging="98"/>
              <w:rPr>
                <w:rFonts w:cs="Arial"/>
                <w:b/>
                <w:color w:val="0070C0"/>
                <w:szCs w:val="18"/>
              </w:rPr>
            </w:pPr>
            <w:r w:rsidRPr="00FE47B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FE47B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E47B3">
              <w:rPr>
                <w:rFonts w:cs="Arial"/>
                <w:b/>
                <w:color w:val="0070C0"/>
                <w:szCs w:val="18"/>
              </w:rPr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F7D881" w14:textId="77777777" w:rsidR="0010073C" w:rsidRPr="00DE7EAD" w:rsidRDefault="0010073C" w:rsidP="00ED5A22">
      <w:pPr>
        <w:numPr>
          <w:ilvl w:val="0"/>
          <w:numId w:val="23"/>
        </w:numPr>
        <w:spacing w:before="60"/>
        <w:ind w:left="360"/>
        <w:rPr>
          <w:rFonts w:cs="Arial"/>
        </w:rPr>
      </w:pPr>
      <w:r w:rsidRPr="00DE7EAD">
        <w:rPr>
          <w:rFonts w:cs="Arial"/>
          <w:szCs w:val="18"/>
        </w:rPr>
        <w:t xml:space="preserve">Is this facility currently certified </w:t>
      </w:r>
      <w:r w:rsidR="00C75FE5">
        <w:rPr>
          <w:rFonts w:cs="Arial"/>
          <w:szCs w:val="18"/>
        </w:rPr>
        <w:t xml:space="preserve">OCal </w:t>
      </w:r>
      <w:r w:rsidRPr="00DE7EAD">
        <w:rPr>
          <w:rFonts w:cs="Arial"/>
          <w:szCs w:val="18"/>
        </w:rPr>
        <w:t>by another certifier?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35"/>
        <w:gridCol w:w="7200"/>
      </w:tblGrid>
      <w:tr w:rsidR="0010073C" w:rsidRPr="00DE7EAD" w14:paraId="7D12E5BC" w14:textId="77777777" w:rsidTr="000B157D">
        <w:trPr>
          <w:cantSplit/>
          <w:trHeight w:val="360"/>
        </w:trPr>
        <w:tc>
          <w:tcPr>
            <w:tcW w:w="3535" w:type="dxa"/>
            <w:vAlign w:val="center"/>
          </w:tcPr>
          <w:p w14:paraId="5D398E59" w14:textId="77777777" w:rsidR="0010073C" w:rsidRPr="00DE7EAD" w:rsidRDefault="0010073C" w:rsidP="00ED5A22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Yes, provide name of certifier: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0416E319" w14:textId="77777777" w:rsidR="0010073C" w:rsidRPr="00DE7EAD" w:rsidRDefault="0010073C" w:rsidP="00ED5A2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9044B37" w14:textId="77777777" w:rsidR="0010073C" w:rsidRPr="00DE7EAD" w:rsidRDefault="0010073C" w:rsidP="00ED5A22">
      <w:pPr>
        <w:numPr>
          <w:ilvl w:val="0"/>
          <w:numId w:val="23"/>
        </w:numPr>
        <w:spacing w:before="60"/>
        <w:ind w:left="360"/>
        <w:rPr>
          <w:rFonts w:cs="Arial"/>
        </w:rPr>
      </w:pPr>
      <w:r w:rsidRPr="00DE7EAD">
        <w:rPr>
          <w:rFonts w:cs="Arial"/>
          <w:szCs w:val="18"/>
        </w:rPr>
        <w:t xml:space="preserve">Has this facility ever previously applied for or been granted </w:t>
      </w:r>
      <w:r w:rsidR="00C75FE5">
        <w:rPr>
          <w:rFonts w:cs="Arial"/>
          <w:szCs w:val="18"/>
        </w:rPr>
        <w:t>OCal</w:t>
      </w:r>
      <w:r w:rsidR="00C75FE5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>certification to any certification agency?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135"/>
        <w:gridCol w:w="3600"/>
      </w:tblGrid>
      <w:tr w:rsidR="0010073C" w:rsidRPr="00DE7EAD" w14:paraId="56590784" w14:textId="77777777" w:rsidTr="000B157D">
        <w:trPr>
          <w:cantSplit/>
          <w:trHeight w:val="360"/>
        </w:trPr>
        <w:tc>
          <w:tcPr>
            <w:tcW w:w="7135" w:type="dxa"/>
            <w:vAlign w:val="center"/>
          </w:tcPr>
          <w:p w14:paraId="14C668CE" w14:textId="77777777" w:rsidR="0010073C" w:rsidRPr="00DE7EAD" w:rsidRDefault="0010073C" w:rsidP="00ED5A22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</w:t>
            </w:r>
            <w:r w:rsidR="004018F1">
              <w:rPr>
                <w:rFonts w:cs="Arial"/>
                <w:szCs w:val="18"/>
              </w:rPr>
              <w:t>. Skip to section B</w:t>
            </w:r>
            <w:r w:rsidR="00AF6DAE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</w:t>
            </w:r>
            <w:r w:rsidR="004018F1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</w:t>
            </w:r>
            <w:r w:rsidR="004018F1">
              <w:rPr>
                <w:rFonts w:cs="Arial"/>
                <w:szCs w:val="18"/>
              </w:rPr>
              <w:t>C</w:t>
            </w:r>
            <w:r w:rsidRPr="00DE7EAD">
              <w:rPr>
                <w:rFonts w:cs="Arial"/>
                <w:szCs w:val="18"/>
              </w:rPr>
              <w:t xml:space="preserve">omplete </w:t>
            </w:r>
            <w:r w:rsidR="004018F1">
              <w:rPr>
                <w:rFonts w:cs="Arial"/>
                <w:szCs w:val="18"/>
              </w:rPr>
              <w:t xml:space="preserve">this section </w:t>
            </w:r>
            <w:r w:rsidRPr="00DE7EAD">
              <w:rPr>
                <w:rFonts w:cs="Arial"/>
                <w:szCs w:val="18"/>
              </w:rPr>
              <w:t>and provide name of certifier: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1AAF68ED" w14:textId="77777777" w:rsidR="0010073C" w:rsidRPr="00DE7EAD" w:rsidRDefault="0010073C" w:rsidP="00ED5A22">
            <w:pPr>
              <w:pStyle w:val="BodyText"/>
              <w:spacing w:before="60" w:after="0"/>
              <w:ind w:left="-114" w:right="-36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822E5E" w14:textId="77777777" w:rsidR="00DE7EAD" w:rsidRPr="00DE7EAD" w:rsidRDefault="0010073C" w:rsidP="004018F1">
      <w:pPr>
        <w:pStyle w:val="Heading2"/>
        <w:numPr>
          <w:ilvl w:val="0"/>
          <w:numId w:val="16"/>
        </w:numPr>
        <w:spacing w:before="60" w:after="0"/>
        <w:rPr>
          <w:rFonts w:ascii="Arial" w:hAnsi="Arial"/>
          <w:b w:val="0"/>
          <w:sz w:val="18"/>
          <w:szCs w:val="18"/>
        </w:rPr>
      </w:pPr>
      <w:r w:rsidRPr="00DE7EAD">
        <w:rPr>
          <w:rFonts w:ascii="Arial" w:hAnsi="Arial"/>
          <w:b w:val="0"/>
          <w:sz w:val="18"/>
          <w:szCs w:val="18"/>
        </w:rPr>
        <w:t>Was your certification or the certification of products or this facility ever suspended or revoked?</w:t>
      </w:r>
      <w:r w:rsidR="00DE7EAD">
        <w:rPr>
          <w:rFonts w:ascii="Arial" w:hAnsi="Arial"/>
          <w:b w:val="0"/>
          <w:sz w:val="18"/>
          <w:szCs w:val="18"/>
        </w:rPr>
        <w:tab/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Yes    </w:t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No</w:t>
      </w:r>
    </w:p>
    <w:p w14:paraId="0D3996B5" w14:textId="77777777" w:rsidR="00DE7EAD" w:rsidRDefault="0010073C" w:rsidP="004A276E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>Did you surrender your certification with outstanding non-compliances or conditions?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755746F6" w14:textId="77777777" w:rsidR="005B731F" w:rsidRPr="005B731F" w:rsidRDefault="005B731F" w:rsidP="004A276E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 xml:space="preserve">Was your application for </w:t>
      </w:r>
      <w:r w:rsidR="00C75FE5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>certification ever issued a denial?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Yes    </w:t>
      </w:r>
      <w:r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No</w:t>
      </w:r>
    </w:p>
    <w:p w14:paraId="304A47D3" w14:textId="77777777" w:rsidR="00DE7EAD" w:rsidRPr="00DE7EAD" w:rsidRDefault="0010073C" w:rsidP="004A276E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>Did you withdraw your application for certification with outstanding non-compliances?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2CB23841" w14:textId="77777777" w:rsidR="0010073C" w:rsidRPr="00DE7EAD" w:rsidRDefault="0010073C" w:rsidP="00ED5A22">
      <w:pPr>
        <w:numPr>
          <w:ilvl w:val="0"/>
          <w:numId w:val="23"/>
        </w:numPr>
        <w:spacing w:before="60"/>
        <w:ind w:left="360" w:right="-36"/>
        <w:rPr>
          <w:rFonts w:cs="Arial"/>
          <w:szCs w:val="18"/>
        </w:rPr>
      </w:pPr>
      <w:r w:rsidRPr="00DE7EAD">
        <w:rPr>
          <w:rFonts w:cs="Arial"/>
          <w:szCs w:val="18"/>
        </w:rPr>
        <w:t>If you answered yes to a, b</w:t>
      </w:r>
      <w:r w:rsidR="00AF6DAE">
        <w:rPr>
          <w:rFonts w:cs="Arial"/>
          <w:szCs w:val="18"/>
        </w:rPr>
        <w:t>,</w:t>
      </w:r>
      <w:r w:rsidRPr="00DE7EAD">
        <w:rPr>
          <w:rFonts w:cs="Arial"/>
          <w:szCs w:val="18"/>
        </w:rPr>
        <w:t xml:space="preserve"> c</w:t>
      </w:r>
      <w:r w:rsidR="00AF6DAE">
        <w:rPr>
          <w:rFonts w:cs="Arial"/>
          <w:szCs w:val="18"/>
        </w:rPr>
        <w:t>, or d</w:t>
      </w:r>
      <w:r w:rsidRPr="00DE7EAD">
        <w:rPr>
          <w:rFonts w:cs="Arial"/>
          <w:szCs w:val="18"/>
        </w:rPr>
        <w:t xml:space="preserve"> above, please list the years and agencies, attach a copy of all relevant letter(s) and a description</w:t>
      </w:r>
      <w:r w:rsidR="003B0A1B">
        <w:rPr>
          <w:rFonts w:cs="Arial"/>
          <w:szCs w:val="18"/>
        </w:rPr>
        <w:t xml:space="preserve"> of all corrective actions: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35"/>
        <w:gridCol w:w="1350"/>
        <w:gridCol w:w="6840"/>
        <w:gridCol w:w="1710"/>
      </w:tblGrid>
      <w:tr w:rsidR="004A276E" w14:paraId="7386E936" w14:textId="77777777" w:rsidTr="000B157D">
        <w:trPr>
          <w:cantSplit/>
          <w:trHeight w:val="360"/>
        </w:trPr>
        <w:tc>
          <w:tcPr>
            <w:tcW w:w="835" w:type="dxa"/>
            <w:vAlign w:val="center"/>
            <w:hideMark/>
          </w:tcPr>
          <w:p w14:paraId="4C24DDD8" w14:textId="77777777" w:rsidR="004A276E" w:rsidRDefault="004A276E" w:rsidP="004A276E">
            <w:pPr>
              <w:pStyle w:val="BodyText"/>
              <w:spacing w:before="60" w:after="0"/>
              <w:ind w:left="-12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Year(s):</w:t>
            </w:r>
          </w:p>
        </w:tc>
        <w:tc>
          <w:tcPr>
            <w:tcW w:w="8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5F8534" w14:textId="77777777" w:rsidR="004A276E" w:rsidRDefault="004A276E">
            <w:pPr>
              <w:pStyle w:val="BodyText"/>
              <w:spacing w:before="60" w:after="0"/>
              <w:ind w:left="-115" w:right="-36"/>
              <w:rPr>
                <w:rFonts w:cs="Arial"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  <w:hideMark/>
          </w:tcPr>
          <w:p w14:paraId="1485FEA6" w14:textId="77777777" w:rsidR="004A276E" w:rsidRDefault="004A276E" w:rsidP="004A276E">
            <w:pPr>
              <w:pStyle w:val="BodyText"/>
              <w:spacing w:before="60" w:after="0"/>
              <w:ind w:left="-115" w:right="-3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Letters Attached</w:t>
            </w:r>
          </w:p>
        </w:tc>
      </w:tr>
      <w:tr w:rsidR="0010073C" w:rsidRPr="00DE7EAD" w14:paraId="79344646" w14:textId="77777777" w:rsidTr="000B157D">
        <w:trPr>
          <w:cantSplit/>
          <w:trHeight w:val="360"/>
        </w:trPr>
        <w:tc>
          <w:tcPr>
            <w:tcW w:w="2185" w:type="dxa"/>
            <w:gridSpan w:val="2"/>
            <w:vAlign w:val="center"/>
          </w:tcPr>
          <w:p w14:paraId="19ADC4B1" w14:textId="77777777" w:rsidR="0010073C" w:rsidRPr="00DE7EAD" w:rsidRDefault="0010073C" w:rsidP="004018F1">
            <w:pPr>
              <w:pStyle w:val="BodyText"/>
              <w:spacing w:before="60" w:after="0"/>
              <w:ind w:left="-10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Corrective actions taken:</w:t>
            </w:r>
          </w:p>
        </w:tc>
        <w:tc>
          <w:tcPr>
            <w:tcW w:w="8550" w:type="dxa"/>
            <w:gridSpan w:val="2"/>
            <w:tcBorders>
              <w:bottom w:val="single" w:sz="4" w:space="0" w:color="auto"/>
            </w:tcBorders>
            <w:vAlign w:val="center"/>
          </w:tcPr>
          <w:p w14:paraId="3A5F6862" w14:textId="77777777" w:rsidR="0010073C" w:rsidRPr="00DE7EAD" w:rsidRDefault="0010073C" w:rsidP="004018F1">
            <w:pPr>
              <w:pStyle w:val="BodyText"/>
              <w:tabs>
                <w:tab w:val="left" w:pos="245"/>
              </w:tabs>
              <w:spacing w:before="60" w:after="0"/>
              <w:ind w:right="-36" w:hanging="151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szCs w:val="18"/>
              </w:rPr>
              <w:t xml:space="preserve"> 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78E0FD" w14:textId="77777777" w:rsidR="00B60B58" w:rsidRPr="00DE7EAD" w:rsidRDefault="00DE7EAD" w:rsidP="004018F1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</w:rPr>
      </w:pPr>
      <w:r>
        <w:rPr>
          <w:rFonts w:ascii="Arial" w:hAnsi="Arial"/>
        </w:rPr>
        <w:t>Site Plan and Product Flow</w:t>
      </w:r>
    </w:p>
    <w:p w14:paraId="695C49F6" w14:textId="77777777" w:rsidR="00ED5A22" w:rsidRDefault="000F39FB" w:rsidP="00ED5A22">
      <w:pPr>
        <w:pStyle w:val="BodyText"/>
        <w:numPr>
          <w:ilvl w:val="0"/>
          <w:numId w:val="14"/>
        </w:numPr>
        <w:tabs>
          <w:tab w:val="left" w:pos="360"/>
          <w:tab w:val="left" w:pos="8550"/>
        </w:tabs>
        <w:spacing w:before="60" w:after="0" w:line="240" w:lineRule="auto"/>
        <w:ind w:right="-18"/>
        <w:rPr>
          <w:rFonts w:cs="Arial"/>
          <w:szCs w:val="18"/>
        </w:rPr>
      </w:pPr>
      <w:r w:rsidRPr="00DE7EAD">
        <w:rPr>
          <w:rFonts w:cs="Arial"/>
          <w:szCs w:val="18"/>
        </w:rPr>
        <w:t>Attach</w:t>
      </w:r>
      <w:r w:rsidR="00B60B58"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>8.5 x 11”</w:t>
      </w:r>
      <w:r w:rsidR="00B059DD" w:rsidRPr="00DE7EAD">
        <w:rPr>
          <w:rFonts w:cs="Arial"/>
          <w:szCs w:val="18"/>
        </w:rPr>
        <w:t xml:space="preserve"> site</w:t>
      </w:r>
      <w:r w:rsidR="00C95AFA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map</w:t>
      </w:r>
      <w:r w:rsidR="00B059DD" w:rsidRPr="00DE7EAD">
        <w:rPr>
          <w:rFonts w:cs="Arial"/>
          <w:szCs w:val="18"/>
        </w:rPr>
        <w:t>(s)</w:t>
      </w:r>
      <w:r w:rsidR="00604495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show</w:t>
      </w:r>
      <w:r w:rsidR="008546D6" w:rsidRPr="00DE7EAD">
        <w:rPr>
          <w:rFonts w:cs="Arial"/>
          <w:szCs w:val="18"/>
        </w:rPr>
        <w:t>ing</w:t>
      </w:r>
      <w:r w:rsidR="00604495" w:rsidRPr="00DE7EAD">
        <w:rPr>
          <w:rFonts w:cs="Arial"/>
          <w:szCs w:val="18"/>
        </w:rPr>
        <w:t xml:space="preserve"> all</w:t>
      </w:r>
      <w:r w:rsidR="00B60B58" w:rsidRPr="00DE7EAD">
        <w:rPr>
          <w:rFonts w:cs="Arial"/>
          <w:szCs w:val="18"/>
        </w:rPr>
        <w:t xml:space="preserve"> </w:t>
      </w:r>
      <w:r w:rsidR="00ED4505">
        <w:rPr>
          <w:rFonts w:cs="Arial"/>
          <w:szCs w:val="18"/>
        </w:rPr>
        <w:t>OCal</w:t>
      </w:r>
      <w:r w:rsidR="00675737">
        <w:rPr>
          <w:rFonts w:cs="Arial"/>
          <w:szCs w:val="18"/>
        </w:rPr>
        <w:t xml:space="preserve"> and organic</w:t>
      </w:r>
      <w:r w:rsidR="00ED4505" w:rsidRPr="00DE7EAD">
        <w:rPr>
          <w:rFonts w:cs="Arial"/>
          <w:szCs w:val="18"/>
        </w:rPr>
        <w:t xml:space="preserve"> </w:t>
      </w:r>
      <w:r w:rsidR="00ED4505">
        <w:rPr>
          <w:rFonts w:cs="Arial"/>
          <w:szCs w:val="18"/>
        </w:rPr>
        <w:t>manufacturing and/or handling</w:t>
      </w:r>
      <w:r w:rsidR="00ED4505"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>and storage areas</w:t>
      </w:r>
      <w:r w:rsidR="00604495" w:rsidRPr="00DE7EAD">
        <w:rPr>
          <w:rFonts w:cs="Arial"/>
          <w:szCs w:val="18"/>
        </w:rPr>
        <w:t xml:space="preserve"> (may be hand drawn).</w:t>
      </w:r>
      <w:bookmarkStart w:id="12" w:name="Check7"/>
    </w:p>
    <w:p w14:paraId="148E4C78" w14:textId="77777777" w:rsidR="00B60B58" w:rsidRPr="00DE7EAD" w:rsidRDefault="0089715C" w:rsidP="00ED5A22">
      <w:pPr>
        <w:pStyle w:val="BodyText"/>
        <w:tabs>
          <w:tab w:val="left" w:pos="360"/>
          <w:tab w:val="left" w:pos="8550"/>
        </w:tabs>
        <w:spacing w:before="60" w:after="0" w:line="240" w:lineRule="auto"/>
        <w:ind w:left="360" w:right="-18"/>
        <w:rPr>
          <w:rFonts w:cs="Arial"/>
          <w:szCs w:val="18"/>
        </w:rPr>
      </w:pPr>
      <w:r w:rsidRPr="00DE7EAD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bookmarkEnd w:id="12"/>
      <w:r w:rsidR="00B60B58" w:rsidRPr="00DE7EAD">
        <w:rPr>
          <w:rFonts w:cs="Arial"/>
          <w:szCs w:val="18"/>
        </w:rPr>
        <w:t xml:space="preserve"> Map attached</w:t>
      </w:r>
      <w:r w:rsidR="00B60B58" w:rsidRPr="00DE7EAD">
        <w:rPr>
          <w:rFonts w:cs="Arial"/>
          <w:i/>
          <w:szCs w:val="18"/>
        </w:rPr>
        <w:t xml:space="preserve"> </w:t>
      </w:r>
    </w:p>
    <w:p w14:paraId="321852DD" w14:textId="77777777" w:rsidR="00E43A63" w:rsidRPr="00DE7EAD" w:rsidRDefault="00B60B58" w:rsidP="00ED5A22">
      <w:pPr>
        <w:pStyle w:val="BodyText"/>
        <w:keepNext/>
        <w:numPr>
          <w:ilvl w:val="0"/>
          <w:numId w:val="14"/>
        </w:numPr>
        <w:tabs>
          <w:tab w:val="left" w:pos="360"/>
          <w:tab w:val="left" w:pos="7290"/>
        </w:tabs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lastRenderedPageBreak/>
        <w:t>A</w:t>
      </w:r>
      <w:r w:rsidR="000F39FB" w:rsidRPr="00DE7EAD">
        <w:rPr>
          <w:rFonts w:cs="Arial"/>
          <w:szCs w:val="18"/>
        </w:rPr>
        <w:t>ttach</w:t>
      </w:r>
      <w:r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 xml:space="preserve">either </w:t>
      </w:r>
      <w:r w:rsidRPr="00DE7EAD">
        <w:rPr>
          <w:rFonts w:cs="Arial"/>
          <w:szCs w:val="18"/>
        </w:rPr>
        <w:t xml:space="preserve">a </w:t>
      </w:r>
      <w:r w:rsidR="00C63A44" w:rsidRPr="00DE7EAD">
        <w:rPr>
          <w:rFonts w:cs="Arial"/>
          <w:szCs w:val="18"/>
        </w:rPr>
        <w:t xml:space="preserve">complete written description </w:t>
      </w:r>
      <w:r w:rsidR="00C95AFA" w:rsidRPr="00DE7EAD">
        <w:rPr>
          <w:rFonts w:cs="Arial"/>
          <w:szCs w:val="18"/>
        </w:rPr>
        <w:t xml:space="preserve">or a </w:t>
      </w:r>
      <w:r w:rsidRPr="00DE7EAD">
        <w:rPr>
          <w:rFonts w:cs="Arial"/>
          <w:szCs w:val="18"/>
        </w:rPr>
        <w:t xml:space="preserve">schematic product flow chart that </w:t>
      </w:r>
      <w:r w:rsidR="008546D6" w:rsidRPr="00DE7EAD">
        <w:rPr>
          <w:rFonts w:cs="Arial"/>
          <w:szCs w:val="18"/>
        </w:rPr>
        <w:t xml:space="preserve">describes or </w:t>
      </w:r>
      <w:r w:rsidRPr="00DE7EAD">
        <w:rPr>
          <w:rFonts w:cs="Arial"/>
          <w:szCs w:val="18"/>
        </w:rPr>
        <w:t>shows where and how the product is received, stored,</w:t>
      </w:r>
      <w:r w:rsidR="00904AC3">
        <w:rPr>
          <w:rFonts w:cs="Arial"/>
          <w:szCs w:val="18"/>
        </w:rPr>
        <w:t xml:space="preserve"> extracted, infused</w:t>
      </w:r>
      <w:r w:rsidRPr="00DE7EAD">
        <w:rPr>
          <w:rFonts w:cs="Arial"/>
          <w:szCs w:val="18"/>
        </w:rPr>
        <w:t xml:space="preserve"> processed, packaged, and warehoused.</w:t>
      </w:r>
      <w:r w:rsidR="00086142" w:rsidRPr="00DE7EAD">
        <w:rPr>
          <w:rFonts w:cs="Arial"/>
          <w:szCs w:val="18"/>
        </w:rPr>
        <w:t xml:space="preserve"> </w:t>
      </w:r>
    </w:p>
    <w:p w14:paraId="6A2FB5C2" w14:textId="77777777" w:rsidR="00E43A63" w:rsidRPr="00DE7EAD" w:rsidRDefault="00086142" w:rsidP="00ED5A2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E7EAD">
        <w:rPr>
          <w:rFonts w:cs="Arial"/>
          <w:szCs w:val="18"/>
        </w:rPr>
        <w:t>The flow chart</w:t>
      </w:r>
      <w:r w:rsidR="00625863" w:rsidRPr="00DE7EAD">
        <w:rPr>
          <w:rFonts w:cs="Arial"/>
          <w:szCs w:val="18"/>
        </w:rPr>
        <w:t>(s)</w:t>
      </w:r>
      <w:r w:rsidRPr="00DE7EAD">
        <w:rPr>
          <w:rFonts w:cs="Arial"/>
          <w:szCs w:val="18"/>
        </w:rPr>
        <w:t xml:space="preserve"> must include all </w:t>
      </w:r>
      <w:r w:rsidR="00ED4505">
        <w:rPr>
          <w:rFonts w:cs="Arial"/>
          <w:szCs w:val="18"/>
        </w:rPr>
        <w:t>OCal</w:t>
      </w:r>
      <w:r w:rsidR="00ED4505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>production steps.</w:t>
      </w:r>
      <w:r w:rsidR="00B60B58" w:rsidRPr="00DE7EAD">
        <w:rPr>
          <w:rFonts w:cs="Arial"/>
          <w:szCs w:val="18"/>
        </w:rPr>
        <w:t xml:space="preserve"> Identify</w:t>
      </w:r>
      <w:r w:rsidR="00B73D97" w:rsidRPr="00DE7EAD">
        <w:rPr>
          <w:rFonts w:cs="Arial"/>
          <w:szCs w:val="18"/>
        </w:rPr>
        <w:t xml:space="preserve"> all</w:t>
      </w:r>
      <w:r w:rsidR="00B60B58" w:rsidRPr="00DE7EAD">
        <w:rPr>
          <w:rFonts w:cs="Arial"/>
          <w:szCs w:val="18"/>
        </w:rPr>
        <w:t xml:space="preserve"> equipment, machinery, grading stations, and storage areas</w:t>
      </w:r>
      <w:r w:rsidR="00C43235" w:rsidRPr="00DE7EAD">
        <w:rPr>
          <w:rFonts w:cs="Arial"/>
          <w:szCs w:val="18"/>
        </w:rPr>
        <w:t>, and indicate</w:t>
      </w:r>
      <w:r w:rsidR="00B60B58" w:rsidRPr="00DE7EAD">
        <w:rPr>
          <w:rFonts w:cs="Arial"/>
          <w:szCs w:val="18"/>
        </w:rPr>
        <w:t xml:space="preserve"> where ingredients are adde</w:t>
      </w:r>
      <w:r w:rsidR="00B8264E" w:rsidRPr="00DE7EAD">
        <w:rPr>
          <w:rFonts w:cs="Arial"/>
          <w:szCs w:val="18"/>
        </w:rPr>
        <w:t>d or processing aids are used</w:t>
      </w:r>
      <w:r w:rsidR="00FA7D0B" w:rsidRPr="00DE7EAD">
        <w:rPr>
          <w:rFonts w:cs="Arial"/>
          <w:szCs w:val="18"/>
        </w:rPr>
        <w:t>.</w:t>
      </w:r>
      <w:r w:rsidR="00625863" w:rsidRPr="00DE7EAD">
        <w:rPr>
          <w:rFonts w:cs="Arial"/>
          <w:szCs w:val="18"/>
        </w:rPr>
        <w:t xml:space="preserve"> </w:t>
      </w:r>
    </w:p>
    <w:p w14:paraId="435CCCA3" w14:textId="77777777" w:rsidR="00CE47BF" w:rsidRPr="00DE7EAD" w:rsidRDefault="00625863" w:rsidP="00ED5A22">
      <w:pPr>
        <w:pStyle w:val="BodyText"/>
        <w:numPr>
          <w:ilvl w:val="0"/>
          <w:numId w:val="15"/>
        </w:numPr>
        <w:tabs>
          <w:tab w:val="left" w:pos="540"/>
          <w:tab w:val="left" w:pos="5400"/>
        </w:tabs>
        <w:spacing w:before="60" w:after="0" w:line="240" w:lineRule="auto"/>
        <w:ind w:left="540" w:right="0" w:hanging="180"/>
        <w:rPr>
          <w:rFonts w:cs="Arial"/>
          <w:szCs w:val="18"/>
        </w:rPr>
      </w:pPr>
      <w:r w:rsidRPr="00DE7EAD">
        <w:rPr>
          <w:rFonts w:cs="Arial"/>
          <w:b/>
          <w:szCs w:val="18"/>
        </w:rPr>
        <w:t>Submit a separate flow chart for each</w:t>
      </w:r>
      <w:r w:rsidR="00C206A0" w:rsidRPr="00DE7EAD">
        <w:rPr>
          <w:rFonts w:cs="Arial"/>
          <w:b/>
          <w:szCs w:val="18"/>
        </w:rPr>
        <w:t xml:space="preserve"> </w:t>
      </w:r>
      <w:r w:rsidR="00FB7686" w:rsidRPr="00DE7EAD">
        <w:rPr>
          <w:rFonts w:cs="Arial"/>
          <w:b/>
          <w:szCs w:val="18"/>
        </w:rPr>
        <w:t>production type.</w:t>
      </w:r>
      <w:bookmarkStart w:id="13" w:name="Check8"/>
      <w:r w:rsidR="003F4261" w:rsidRPr="00DE7EAD">
        <w:rPr>
          <w:rFonts w:cs="Arial"/>
          <w:b/>
          <w:szCs w:val="18"/>
        </w:rPr>
        <w:tab/>
      </w:r>
      <w:r w:rsidR="0089715C" w:rsidRPr="00DE7EA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DE7EAD">
        <w:rPr>
          <w:rFonts w:cs="Arial"/>
          <w:szCs w:val="18"/>
        </w:rPr>
        <w:instrText xml:space="preserve"> FORMCHECKBOX </w:instrText>
      </w:r>
      <w:r w:rsidR="0089715C" w:rsidRPr="00DE7EAD">
        <w:rPr>
          <w:rFonts w:cs="Arial"/>
          <w:szCs w:val="18"/>
        </w:rPr>
      </w:r>
      <w:r w:rsidR="0089715C" w:rsidRPr="00DE7EAD">
        <w:rPr>
          <w:rFonts w:cs="Arial"/>
          <w:szCs w:val="18"/>
        </w:rPr>
        <w:fldChar w:fldCharType="separate"/>
      </w:r>
      <w:r w:rsidR="0089715C" w:rsidRPr="00DE7EAD">
        <w:rPr>
          <w:rFonts w:cs="Arial"/>
          <w:szCs w:val="18"/>
        </w:rPr>
        <w:fldChar w:fldCharType="end"/>
      </w:r>
      <w:bookmarkEnd w:id="13"/>
      <w:r w:rsidR="00B60B58" w:rsidRPr="00DE7EAD">
        <w:rPr>
          <w:rFonts w:cs="Arial"/>
          <w:szCs w:val="18"/>
        </w:rPr>
        <w:t xml:space="preserve"> </w:t>
      </w:r>
      <w:r w:rsidR="00925493" w:rsidRPr="00DE7EAD">
        <w:rPr>
          <w:rFonts w:cs="Arial"/>
          <w:szCs w:val="18"/>
        </w:rPr>
        <w:t>A</w:t>
      </w:r>
      <w:r w:rsidR="00B60B58" w:rsidRPr="00DE7EAD">
        <w:rPr>
          <w:rFonts w:cs="Arial"/>
          <w:szCs w:val="18"/>
        </w:rPr>
        <w:t>ttached</w:t>
      </w:r>
    </w:p>
    <w:p w14:paraId="5A23580A" w14:textId="77777777" w:rsidR="00CE47BF" w:rsidRPr="00DE7EAD" w:rsidRDefault="00CE47BF" w:rsidP="00ED5A22">
      <w:pPr>
        <w:pStyle w:val="BodyText"/>
        <w:keepNext/>
        <w:numPr>
          <w:ilvl w:val="0"/>
          <w:numId w:val="14"/>
        </w:numPr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Describe how any </w:t>
      </w:r>
      <w:r w:rsidR="00945F8C" w:rsidRPr="00DE7EAD">
        <w:rPr>
          <w:rFonts w:cs="Arial"/>
          <w:szCs w:val="18"/>
        </w:rPr>
        <w:t>“</w:t>
      </w:r>
      <w:r w:rsidRPr="00DE7EAD">
        <w:rPr>
          <w:rFonts w:cs="Arial"/>
          <w:szCs w:val="18"/>
        </w:rPr>
        <w:t>work in process</w:t>
      </w:r>
      <w:r w:rsidR="00945F8C" w:rsidRPr="00DE7EAD">
        <w:rPr>
          <w:rFonts w:cs="Arial"/>
          <w:szCs w:val="18"/>
        </w:rPr>
        <w:t>” (WIP)</w:t>
      </w:r>
      <w:r w:rsidRPr="00DE7EAD">
        <w:rPr>
          <w:rFonts w:cs="Arial"/>
          <w:szCs w:val="18"/>
        </w:rPr>
        <w:t xml:space="preserve"> is identified as </w:t>
      </w:r>
      <w:r w:rsidR="00ED4505">
        <w:rPr>
          <w:rFonts w:cs="Arial"/>
          <w:szCs w:val="18"/>
        </w:rPr>
        <w:t>OCal</w:t>
      </w:r>
      <w:r w:rsidR="00ED4505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 xml:space="preserve">and protected from prohibited substances: 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BF7E04" w:rsidRPr="00DE7EAD" w14:paraId="16C1DAF1" w14:textId="77777777" w:rsidTr="000B157D">
        <w:trPr>
          <w:cantSplit/>
          <w:trHeight w:val="567"/>
        </w:trPr>
        <w:tc>
          <w:tcPr>
            <w:tcW w:w="10728" w:type="dxa"/>
            <w:tcBorders>
              <w:top w:val="nil"/>
              <w:left w:val="nil"/>
              <w:right w:val="nil"/>
            </w:tcBorders>
            <w:vAlign w:val="center"/>
          </w:tcPr>
          <w:p w14:paraId="18F554C5" w14:textId="77777777" w:rsidR="00BF7E04" w:rsidRPr="00DE7EAD" w:rsidRDefault="00BF7E04" w:rsidP="00ED5A2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F90D12" w14:textId="77777777" w:rsidR="00943DA5" w:rsidRPr="00DE7EAD" w:rsidRDefault="00943DA5" w:rsidP="00ED5A22">
      <w:pPr>
        <w:pStyle w:val="BodyText"/>
        <w:keepNext/>
        <w:numPr>
          <w:ilvl w:val="0"/>
          <w:numId w:val="14"/>
        </w:numPr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For each material used in or on </w:t>
      </w:r>
      <w:r w:rsidR="00E3668E" w:rsidRPr="00582A15">
        <w:rPr>
          <w:rFonts w:cs="Arial"/>
          <w:b/>
          <w:bCs/>
          <w:szCs w:val="18"/>
        </w:rPr>
        <w:t>non-OCal and/or</w:t>
      </w:r>
      <w:r w:rsidR="00E3668E">
        <w:rPr>
          <w:rFonts w:cs="Arial"/>
          <w:szCs w:val="18"/>
        </w:rPr>
        <w:t xml:space="preserve"> </w:t>
      </w:r>
      <w:r w:rsidRPr="00DE7EAD">
        <w:rPr>
          <w:rFonts w:cs="Arial"/>
          <w:b/>
          <w:szCs w:val="18"/>
        </w:rPr>
        <w:t>nonorganic</w:t>
      </w:r>
      <w:r w:rsidRPr="00DE7EAD">
        <w:rPr>
          <w:rFonts w:cs="Arial"/>
          <w:szCs w:val="18"/>
        </w:rPr>
        <w:t xml:space="preserve"> products in this facility, describe below how you prevent accidental use during </w:t>
      </w:r>
      <w:r w:rsidR="00E3668E">
        <w:rPr>
          <w:rFonts w:cs="Arial"/>
          <w:szCs w:val="18"/>
        </w:rPr>
        <w:t>OCal</w:t>
      </w:r>
      <w:r w:rsidR="00E3668E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>processing, and how this can be verified at inspection: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BF7E04" w:rsidRPr="00DE7EAD" w14:paraId="1BA885B9" w14:textId="77777777" w:rsidTr="000B157D">
        <w:trPr>
          <w:cantSplit/>
          <w:trHeight w:val="576"/>
        </w:trPr>
        <w:tc>
          <w:tcPr>
            <w:tcW w:w="10728" w:type="dxa"/>
            <w:tcBorders>
              <w:top w:val="nil"/>
              <w:left w:val="nil"/>
              <w:right w:val="nil"/>
            </w:tcBorders>
            <w:vAlign w:val="center"/>
          </w:tcPr>
          <w:p w14:paraId="5E7723E2" w14:textId="77777777" w:rsidR="00BF7E04" w:rsidRPr="00DE7EAD" w:rsidRDefault="00BF7E04" w:rsidP="00ED5A2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B1EBDE9" w14:textId="77777777" w:rsidR="00943DA5" w:rsidRPr="00DE7EAD" w:rsidRDefault="00943DA5" w:rsidP="00ED5A22">
      <w:pPr>
        <w:pStyle w:val="BodyText"/>
        <w:keepNext/>
        <w:numPr>
          <w:ilvl w:val="0"/>
          <w:numId w:val="14"/>
        </w:numPr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Identify any other material used during any </w:t>
      </w:r>
      <w:r w:rsidR="00E3668E">
        <w:rPr>
          <w:rFonts w:cs="Arial"/>
          <w:b/>
          <w:szCs w:val="18"/>
        </w:rPr>
        <w:t>OCal</w:t>
      </w:r>
      <w:r w:rsidR="00E3668E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>processing step that is not yet otherwise disclosed: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BF7E04" w:rsidRPr="00DE7EAD" w14:paraId="1E65EBF3" w14:textId="77777777" w:rsidTr="000B157D">
        <w:trPr>
          <w:cantSplit/>
          <w:trHeight w:val="576"/>
        </w:trPr>
        <w:tc>
          <w:tcPr>
            <w:tcW w:w="10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6853DB" w14:textId="77777777" w:rsidR="00BF7E04" w:rsidRPr="00DE7EAD" w:rsidRDefault="00BF7E04" w:rsidP="00ED5A22">
            <w:pPr>
              <w:pStyle w:val="BodyText"/>
              <w:spacing w:before="60" w:after="0" w:line="240" w:lineRule="auto"/>
              <w:ind w:left="-115" w:right="-43"/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71998A0" w14:textId="77777777" w:rsidR="00943DA5" w:rsidRPr="00DE7EAD" w:rsidRDefault="00943DA5" w:rsidP="00ED5A22">
      <w:pPr>
        <w:pStyle w:val="BodyText"/>
        <w:spacing w:after="0" w:line="240" w:lineRule="auto"/>
        <w:ind w:right="0"/>
        <w:rPr>
          <w:rFonts w:cs="Arial"/>
          <w:szCs w:val="18"/>
        </w:rPr>
      </w:pPr>
    </w:p>
    <w:sectPr w:rsidR="00943DA5" w:rsidRPr="00DE7EAD" w:rsidSect="004018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E3FA1" w14:textId="77777777" w:rsidR="00515255" w:rsidRDefault="00515255">
      <w:r>
        <w:separator/>
      </w:r>
    </w:p>
  </w:endnote>
  <w:endnote w:type="continuationSeparator" w:id="0">
    <w:p w14:paraId="0912F7C5" w14:textId="77777777" w:rsidR="00515255" w:rsidRDefault="0051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8A608" w14:textId="77777777" w:rsidR="00D86DAB" w:rsidRDefault="00D86D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CE7F2" w14:textId="478D0CE2" w:rsidR="00DE7EAD" w:rsidRPr="00DE7EAD" w:rsidRDefault="000B157D" w:rsidP="0007559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2CC4E100" wp14:editId="209E0702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145" cy="453390"/>
          <wp:effectExtent l="0" t="0" r="8255" b="3810"/>
          <wp:wrapNone/>
          <wp:docPr id="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2A15">
      <w:rPr>
        <w:rFonts w:cs="Arial"/>
        <w:i/>
        <w:sz w:val="16"/>
        <w:szCs w:val="16"/>
      </w:rPr>
      <w:t>OCALB</w:t>
    </w:r>
    <w:r w:rsidR="009F3A71">
      <w:rPr>
        <w:rFonts w:cs="Arial"/>
        <w:i/>
        <w:sz w:val="16"/>
        <w:szCs w:val="16"/>
      </w:rPr>
      <w:t>23</w:t>
    </w:r>
    <w:r w:rsidR="00582A15">
      <w:rPr>
        <w:rFonts w:cs="Arial"/>
        <w:i/>
        <w:sz w:val="16"/>
        <w:szCs w:val="16"/>
      </w:rPr>
      <w:t>, V1</w:t>
    </w:r>
    <w:r w:rsidR="00ED53D3">
      <w:rPr>
        <w:rFonts w:cs="Arial"/>
        <w:i/>
        <w:sz w:val="16"/>
        <w:szCs w:val="16"/>
      </w:rPr>
      <w:t>, 10/01</w:t>
    </w:r>
    <w:r w:rsidR="00582A15">
      <w:rPr>
        <w:rFonts w:cs="Arial"/>
        <w:i/>
        <w:sz w:val="16"/>
        <w:szCs w:val="16"/>
      </w:rPr>
      <w:t>/21</w:t>
    </w:r>
    <w:r w:rsidR="00DE7EAD">
      <w:rPr>
        <w:rFonts w:cs="Arial"/>
        <w:i/>
        <w:sz w:val="16"/>
        <w:szCs w:val="16"/>
      </w:rPr>
      <w:tab/>
    </w:r>
    <w:r w:rsidR="00DE7EAD">
      <w:rPr>
        <w:i/>
        <w:sz w:val="16"/>
        <w:szCs w:val="16"/>
      </w:rPr>
      <w:t xml:space="preserve">Page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PAGE </w:instrText>
    </w:r>
    <w:r w:rsidR="00DE7EAD">
      <w:rPr>
        <w:b/>
        <w:i/>
        <w:sz w:val="16"/>
        <w:szCs w:val="16"/>
      </w:rPr>
      <w:fldChar w:fldCharType="separate"/>
    </w:r>
    <w:r w:rsidR="00CF0D6B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  <w:r w:rsidR="00DE7EAD">
      <w:rPr>
        <w:i/>
        <w:sz w:val="16"/>
        <w:szCs w:val="16"/>
      </w:rPr>
      <w:t xml:space="preserve"> of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NUMPAGES  </w:instrText>
    </w:r>
    <w:r w:rsidR="00DE7EAD">
      <w:rPr>
        <w:b/>
        <w:i/>
        <w:sz w:val="16"/>
        <w:szCs w:val="16"/>
      </w:rPr>
      <w:fldChar w:fldCharType="separate"/>
    </w:r>
    <w:r w:rsidR="00CF0D6B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C6F1" w14:textId="77777777" w:rsidR="00604495" w:rsidRPr="00D32CF2" w:rsidRDefault="00A31155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1B2851">
      <w:rPr>
        <w:rFonts w:cs="Arial"/>
        <w:i/>
        <w:sz w:val="16"/>
        <w:szCs w:val="16"/>
      </w:rPr>
      <w:t>OPB29, V1, R9, 03/08/2016</w:t>
    </w:r>
    <w:r w:rsidR="00D32CF2" w:rsidRPr="00D32CF2">
      <w:rPr>
        <w:rFonts w:cs="Arial"/>
        <w:i/>
        <w:sz w:val="16"/>
        <w:szCs w:val="16"/>
      </w:rPr>
      <w:tab/>
    </w:r>
    <w:r w:rsidR="00D32CF2" w:rsidRPr="00D32CF2">
      <w:rPr>
        <w:i/>
        <w:sz w:val="16"/>
        <w:szCs w:val="16"/>
      </w:rPr>
      <w:t xml:space="preserve">Page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PAGE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  <w:r w:rsidR="00D32CF2" w:rsidRPr="00D32CF2">
      <w:rPr>
        <w:i/>
        <w:sz w:val="16"/>
        <w:szCs w:val="16"/>
      </w:rPr>
      <w:t xml:space="preserve"> of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NUMPAGES 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2</w:t>
    </w:r>
    <w:r w:rsidR="00D32CF2" w:rsidRPr="00D32CF2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FECC" w14:textId="77777777" w:rsidR="00515255" w:rsidRDefault="00515255">
      <w:r>
        <w:separator/>
      </w:r>
    </w:p>
  </w:footnote>
  <w:footnote w:type="continuationSeparator" w:id="0">
    <w:p w14:paraId="685968E0" w14:textId="77777777" w:rsidR="00515255" w:rsidRDefault="00515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19E8C" w14:textId="77777777" w:rsidR="00D86DAB" w:rsidRDefault="00D86D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94845" w14:textId="6307B6A6" w:rsidR="00237F61" w:rsidRDefault="000B157D" w:rsidP="00237F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C809AF1" wp14:editId="0BAC10A8">
          <wp:simplePos x="0" y="0"/>
          <wp:positionH relativeFrom="column">
            <wp:posOffset>-124460</wp:posOffset>
          </wp:positionH>
          <wp:positionV relativeFrom="paragraph">
            <wp:posOffset>83820</wp:posOffset>
          </wp:positionV>
          <wp:extent cx="568325" cy="712470"/>
          <wp:effectExtent l="0" t="0" r="0" b="0"/>
          <wp:wrapNone/>
          <wp:docPr id="4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467"/>
      <w:gridCol w:w="1980"/>
      <w:gridCol w:w="810"/>
      <w:gridCol w:w="215"/>
      <w:gridCol w:w="1585"/>
    </w:tblGrid>
    <w:tr w:rsidR="00237F61" w:rsidRPr="000B5C85" w14:paraId="7405E9C5" w14:textId="77777777" w:rsidTr="00830040">
      <w:trPr>
        <w:cantSplit/>
        <w:trHeight w:val="525"/>
      </w:trPr>
      <w:tc>
        <w:tcPr>
          <w:tcW w:w="5467" w:type="dxa"/>
          <w:tcBorders>
            <w:right w:val="nil"/>
          </w:tcBorders>
          <w:vAlign w:val="center"/>
        </w:tcPr>
        <w:p w14:paraId="4CE6541C" w14:textId="77777777" w:rsidR="00237F61" w:rsidRPr="003B73EE" w:rsidRDefault="00237F61" w:rsidP="00237F6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3 CCR </w:t>
          </w:r>
          <w:r w:rsidRPr="00D374DA">
            <w:rPr>
              <w:rFonts w:cs="Arial"/>
              <w:b/>
              <w:sz w:val="16"/>
              <w:szCs w:val="16"/>
            </w:rPr>
            <w:t>§</w:t>
          </w:r>
          <w:r>
            <w:rPr>
              <w:rFonts w:cs="Arial"/>
              <w:b/>
              <w:sz w:val="16"/>
              <w:szCs w:val="16"/>
            </w:rPr>
            <w:t xml:space="preserve">10201, 10209, 17 CCR </w:t>
          </w:r>
          <w:r w:rsidRPr="00D374DA">
            <w:rPr>
              <w:rFonts w:cs="Arial"/>
              <w:b/>
              <w:sz w:val="16"/>
              <w:szCs w:val="16"/>
            </w:rPr>
            <w:t>§</w:t>
          </w:r>
          <w:r>
            <w:rPr>
              <w:rFonts w:cs="Arial"/>
              <w:b/>
              <w:sz w:val="16"/>
              <w:szCs w:val="16"/>
            </w:rPr>
            <w:t>22040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>
            <w:rPr>
              <w:rFonts w:cs="Arial"/>
              <w:b/>
              <w:bCs/>
              <w:sz w:val="16"/>
              <w:szCs w:val="16"/>
            </w:rPr>
            <w:t>22050</w:t>
          </w:r>
        </w:p>
      </w:tc>
      <w:tc>
        <w:tcPr>
          <w:tcW w:w="1980" w:type="dxa"/>
          <w:tcBorders>
            <w:left w:val="nil"/>
          </w:tcBorders>
          <w:vAlign w:val="center"/>
        </w:tcPr>
        <w:p w14:paraId="3B35963B" w14:textId="77777777" w:rsidR="00237F61" w:rsidRPr="00E5144A" w:rsidRDefault="00237F61" w:rsidP="00237F61">
          <w:pPr>
            <w:ind w:right="-43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OCAL FACILITY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11D12A08" w14:textId="77777777" w:rsidR="00237F61" w:rsidRPr="000B5C85" w:rsidRDefault="00237F61" w:rsidP="00237F6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0462B28" w14:textId="77777777" w:rsidR="00237F61" w:rsidRPr="000B5C85" w:rsidRDefault="00237F61" w:rsidP="00237F6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3EF2647D" w14:textId="77777777" w:rsidR="00237F61" w:rsidRPr="00237F61" w:rsidRDefault="00237F61" w:rsidP="00237F61">
          <w:pPr>
            <w:pStyle w:val="Heading4"/>
            <w:spacing w:before="60" w:after="0"/>
            <w:ind w:left="-115" w:right="-43"/>
            <w:rPr>
              <w:sz w:val="32"/>
              <w:szCs w:val="32"/>
            </w:rPr>
          </w:pPr>
          <w:r w:rsidRPr="00237F61">
            <w:rPr>
              <w:sz w:val="32"/>
              <w:szCs w:val="32"/>
            </w:rPr>
            <w:t>OCal H2.3</w:t>
          </w:r>
        </w:p>
      </w:tc>
    </w:tr>
    <w:tr w:rsidR="00237F61" w:rsidRPr="000B5C85" w14:paraId="0F5DDB25" w14:textId="77777777" w:rsidTr="00830040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21E62D05" w14:textId="77777777" w:rsidR="00237F61" w:rsidRPr="000B5C85" w:rsidRDefault="00237F61" w:rsidP="00237F61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659D570" w14:textId="77777777" w:rsidR="00237F61" w:rsidRPr="000B5C85" w:rsidRDefault="00237F61" w:rsidP="00237F61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CF0D6B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CF0D6B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EACC96C" w14:textId="77777777" w:rsidR="00DE7EAD" w:rsidRPr="00237F61" w:rsidRDefault="00DE7EAD" w:rsidP="00237F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F7E69" w14:textId="0BDA002B" w:rsidR="00943DA5" w:rsidRDefault="000B157D" w:rsidP="00A15B31">
    <w:pPr>
      <w:ind w:right="-36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7F8817D" wp14:editId="1AFA3543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943DA5" w:rsidRPr="000B5C85" w14:paraId="0978F4DC" w14:textId="77777777" w:rsidTr="00A15B31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53517D2D" w14:textId="77777777" w:rsidR="00943DA5" w:rsidRPr="00D374DA" w:rsidRDefault="00943DA5" w:rsidP="001C3845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783C0AED" w14:textId="77777777" w:rsidR="00943DA5" w:rsidRPr="003B73EE" w:rsidRDefault="00943DA5" w:rsidP="002B22FB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1122" w:type="dxa"/>
          <w:shd w:val="clear" w:color="auto" w:fill="000000"/>
          <w:vAlign w:val="center"/>
        </w:tcPr>
        <w:p w14:paraId="327C0F4C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5C63B159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77977BE5" w14:textId="77777777" w:rsidR="00943DA5" w:rsidRPr="000B5C85" w:rsidRDefault="00943DA5" w:rsidP="001E432F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943DA5" w:rsidRPr="000B5C85" w14:paraId="0F76503E" w14:textId="77777777" w:rsidTr="00A15B3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0056485C" w14:textId="77777777" w:rsidR="00943DA5" w:rsidRPr="00DD6ABD" w:rsidRDefault="00943DA5" w:rsidP="002B22FB">
          <w:pPr>
            <w:ind w:right="-1112"/>
            <w:rPr>
              <w:rFonts w:cs="Arial"/>
            </w:rPr>
          </w:pPr>
          <w:r w:rsidRPr="00DD6ABD">
            <w:rPr>
              <w:rFonts w:cs="Arial"/>
              <w:b/>
              <w:szCs w:val="18"/>
            </w:rPr>
            <w:t xml:space="preserve">Electronic version available at </w:t>
          </w:r>
          <w:hyperlink r:id="rId2" w:history="1">
            <w:r w:rsidR="00E43A63" w:rsidRPr="00857DE0">
              <w:rPr>
                <w:rStyle w:val="Hyperlink"/>
                <w:rFonts w:cs="Arial"/>
                <w:b/>
                <w:szCs w:val="18"/>
              </w:rPr>
              <w:t>www.ccof.org</w:t>
            </w:r>
          </w:hyperlink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92299E3" w14:textId="77777777" w:rsidR="00943DA5" w:rsidRPr="000B5C85" w:rsidRDefault="00943DA5" w:rsidP="002B22FB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8F113E9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9D60E0C"/>
    <w:multiLevelType w:val="hybridMultilevel"/>
    <w:tmpl w:val="5EB6D3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805A93"/>
    <w:multiLevelType w:val="hybridMultilevel"/>
    <w:tmpl w:val="B77A6C0E"/>
    <w:lvl w:ilvl="0" w:tplc="EA8EE33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1D9B0AE7"/>
    <w:multiLevelType w:val="hybridMultilevel"/>
    <w:tmpl w:val="7AC698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87989"/>
    <w:multiLevelType w:val="hybridMultilevel"/>
    <w:tmpl w:val="B56ED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E34C9"/>
    <w:multiLevelType w:val="hybridMultilevel"/>
    <w:tmpl w:val="2A185CB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182A1C"/>
    <w:multiLevelType w:val="hybridMultilevel"/>
    <w:tmpl w:val="A0D2426E"/>
    <w:lvl w:ilvl="0" w:tplc="F8822FE0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65F11C09"/>
    <w:multiLevelType w:val="hybridMultilevel"/>
    <w:tmpl w:val="2A185CB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742DF"/>
    <w:multiLevelType w:val="hybridMultilevel"/>
    <w:tmpl w:val="C7A247C2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5527F7"/>
    <w:multiLevelType w:val="hybridMultilevel"/>
    <w:tmpl w:val="BAEA241A"/>
    <w:lvl w:ilvl="0" w:tplc="DACC855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380716551">
    <w:abstractNumId w:val="9"/>
  </w:num>
  <w:num w:numId="2" w16cid:durableId="1271664985">
    <w:abstractNumId w:val="7"/>
  </w:num>
  <w:num w:numId="3" w16cid:durableId="1171720710">
    <w:abstractNumId w:val="6"/>
  </w:num>
  <w:num w:numId="4" w16cid:durableId="835918626">
    <w:abstractNumId w:val="5"/>
  </w:num>
  <w:num w:numId="5" w16cid:durableId="603466992">
    <w:abstractNumId w:val="4"/>
  </w:num>
  <w:num w:numId="6" w16cid:durableId="1004552914">
    <w:abstractNumId w:val="8"/>
  </w:num>
  <w:num w:numId="7" w16cid:durableId="891232111">
    <w:abstractNumId w:val="3"/>
  </w:num>
  <w:num w:numId="8" w16cid:durableId="309603966">
    <w:abstractNumId w:val="2"/>
  </w:num>
  <w:num w:numId="9" w16cid:durableId="1134787518">
    <w:abstractNumId w:val="1"/>
  </w:num>
  <w:num w:numId="10" w16cid:durableId="199129552">
    <w:abstractNumId w:val="0"/>
  </w:num>
  <w:num w:numId="11" w16cid:durableId="1946423246">
    <w:abstractNumId w:val="10"/>
  </w:num>
  <w:num w:numId="12" w16cid:durableId="68043075">
    <w:abstractNumId w:val="11"/>
  </w:num>
  <w:num w:numId="13" w16cid:durableId="1824423749">
    <w:abstractNumId w:val="17"/>
  </w:num>
  <w:num w:numId="14" w16cid:durableId="1318419434">
    <w:abstractNumId w:val="21"/>
  </w:num>
  <w:num w:numId="15" w16cid:durableId="45302342">
    <w:abstractNumId w:val="13"/>
  </w:num>
  <w:num w:numId="16" w16cid:durableId="1056126219">
    <w:abstractNumId w:val="16"/>
  </w:num>
  <w:num w:numId="17" w16cid:durableId="497814219">
    <w:abstractNumId w:val="18"/>
  </w:num>
  <w:num w:numId="18" w16cid:durableId="956447009">
    <w:abstractNumId w:val="19"/>
  </w:num>
  <w:num w:numId="19" w16cid:durableId="1562711458">
    <w:abstractNumId w:val="15"/>
  </w:num>
  <w:num w:numId="20" w16cid:durableId="187330256">
    <w:abstractNumId w:val="22"/>
  </w:num>
  <w:num w:numId="21" w16cid:durableId="1953316863">
    <w:abstractNumId w:val="20"/>
  </w:num>
  <w:num w:numId="22" w16cid:durableId="1618680462">
    <w:abstractNumId w:val="12"/>
  </w:num>
  <w:num w:numId="23" w16cid:durableId="1923752251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VKZ/PnOg8P1foRHlt0wHh0AQ1stEeYd6dnlaB4pAEP/76mMU4G8GOwhbAzUSxU3NHPSmfWckf0N9b1kHIqQww==" w:salt="DaNVO2bvGksuo1+s+mXiG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07DEA"/>
    <w:rsid w:val="00010E44"/>
    <w:rsid w:val="00013817"/>
    <w:rsid w:val="00013B6B"/>
    <w:rsid w:val="000453D5"/>
    <w:rsid w:val="00060919"/>
    <w:rsid w:val="0006431D"/>
    <w:rsid w:val="00067B80"/>
    <w:rsid w:val="000711B6"/>
    <w:rsid w:val="00075591"/>
    <w:rsid w:val="0008419C"/>
    <w:rsid w:val="00086142"/>
    <w:rsid w:val="00094434"/>
    <w:rsid w:val="00094569"/>
    <w:rsid w:val="000A2C9A"/>
    <w:rsid w:val="000B157D"/>
    <w:rsid w:val="000B1EEA"/>
    <w:rsid w:val="000C24D5"/>
    <w:rsid w:val="000C3E0B"/>
    <w:rsid w:val="000E1AF3"/>
    <w:rsid w:val="000F197F"/>
    <w:rsid w:val="000F2C80"/>
    <w:rsid w:val="000F39FB"/>
    <w:rsid w:val="0010073C"/>
    <w:rsid w:val="00111051"/>
    <w:rsid w:val="0011140B"/>
    <w:rsid w:val="001156D2"/>
    <w:rsid w:val="001437F8"/>
    <w:rsid w:val="001443BC"/>
    <w:rsid w:val="00157A82"/>
    <w:rsid w:val="00182B35"/>
    <w:rsid w:val="00192C41"/>
    <w:rsid w:val="001A249C"/>
    <w:rsid w:val="001A6874"/>
    <w:rsid w:val="001A6D44"/>
    <w:rsid w:val="001B18E4"/>
    <w:rsid w:val="001B2851"/>
    <w:rsid w:val="001B4A20"/>
    <w:rsid w:val="001B51E5"/>
    <w:rsid w:val="001B6786"/>
    <w:rsid w:val="001C3845"/>
    <w:rsid w:val="001D3782"/>
    <w:rsid w:val="001E2102"/>
    <w:rsid w:val="001E432F"/>
    <w:rsid w:val="001F2E9E"/>
    <w:rsid w:val="001F4899"/>
    <w:rsid w:val="001F4BEB"/>
    <w:rsid w:val="00200BF3"/>
    <w:rsid w:val="0021196A"/>
    <w:rsid w:val="00212CE3"/>
    <w:rsid w:val="00220F07"/>
    <w:rsid w:val="0022174F"/>
    <w:rsid w:val="00222574"/>
    <w:rsid w:val="00234B34"/>
    <w:rsid w:val="00237C2D"/>
    <w:rsid w:val="00237F61"/>
    <w:rsid w:val="00262B1E"/>
    <w:rsid w:val="002647B8"/>
    <w:rsid w:val="00264C63"/>
    <w:rsid w:val="002745C4"/>
    <w:rsid w:val="002804EE"/>
    <w:rsid w:val="00286ADC"/>
    <w:rsid w:val="00294FCC"/>
    <w:rsid w:val="0029589D"/>
    <w:rsid w:val="002B0015"/>
    <w:rsid w:val="002B03AA"/>
    <w:rsid w:val="002B22FB"/>
    <w:rsid w:val="002B39FD"/>
    <w:rsid w:val="002D5116"/>
    <w:rsid w:val="002E062E"/>
    <w:rsid w:val="002F5B53"/>
    <w:rsid w:val="002F6D48"/>
    <w:rsid w:val="00306877"/>
    <w:rsid w:val="00307EFB"/>
    <w:rsid w:val="0031712D"/>
    <w:rsid w:val="00332CB9"/>
    <w:rsid w:val="00337976"/>
    <w:rsid w:val="00357BB9"/>
    <w:rsid w:val="00360294"/>
    <w:rsid w:val="00365BBC"/>
    <w:rsid w:val="00380926"/>
    <w:rsid w:val="00385175"/>
    <w:rsid w:val="00397630"/>
    <w:rsid w:val="00397672"/>
    <w:rsid w:val="003A16CE"/>
    <w:rsid w:val="003A1762"/>
    <w:rsid w:val="003A2E10"/>
    <w:rsid w:val="003A4511"/>
    <w:rsid w:val="003B0A1B"/>
    <w:rsid w:val="003C248F"/>
    <w:rsid w:val="003C4799"/>
    <w:rsid w:val="003C6B5F"/>
    <w:rsid w:val="003D74AD"/>
    <w:rsid w:val="003E2B90"/>
    <w:rsid w:val="003F14CC"/>
    <w:rsid w:val="003F4261"/>
    <w:rsid w:val="004018F1"/>
    <w:rsid w:val="00405803"/>
    <w:rsid w:val="004101FA"/>
    <w:rsid w:val="00422529"/>
    <w:rsid w:val="004232B1"/>
    <w:rsid w:val="004366B2"/>
    <w:rsid w:val="00443AEC"/>
    <w:rsid w:val="0044507D"/>
    <w:rsid w:val="004531D1"/>
    <w:rsid w:val="0045780A"/>
    <w:rsid w:val="00462109"/>
    <w:rsid w:val="0046271B"/>
    <w:rsid w:val="004701C8"/>
    <w:rsid w:val="00483607"/>
    <w:rsid w:val="004867A7"/>
    <w:rsid w:val="004A001A"/>
    <w:rsid w:val="004A276E"/>
    <w:rsid w:val="004B3AE6"/>
    <w:rsid w:val="004B5B2C"/>
    <w:rsid w:val="004B68C9"/>
    <w:rsid w:val="004D3278"/>
    <w:rsid w:val="004E66C2"/>
    <w:rsid w:val="004F3BB0"/>
    <w:rsid w:val="00512E38"/>
    <w:rsid w:val="00515255"/>
    <w:rsid w:val="005156E9"/>
    <w:rsid w:val="005177DA"/>
    <w:rsid w:val="0052144B"/>
    <w:rsid w:val="0053507C"/>
    <w:rsid w:val="00542A03"/>
    <w:rsid w:val="00552118"/>
    <w:rsid w:val="005533D7"/>
    <w:rsid w:val="00553F2A"/>
    <w:rsid w:val="00561C28"/>
    <w:rsid w:val="005712D2"/>
    <w:rsid w:val="00576289"/>
    <w:rsid w:val="00577E9A"/>
    <w:rsid w:val="005826A1"/>
    <w:rsid w:val="00582A15"/>
    <w:rsid w:val="00585524"/>
    <w:rsid w:val="00594937"/>
    <w:rsid w:val="005A175D"/>
    <w:rsid w:val="005A4FCE"/>
    <w:rsid w:val="005B05CD"/>
    <w:rsid w:val="005B4CF2"/>
    <w:rsid w:val="005B731F"/>
    <w:rsid w:val="005C65AF"/>
    <w:rsid w:val="005D1ED7"/>
    <w:rsid w:val="005D2D28"/>
    <w:rsid w:val="005F453D"/>
    <w:rsid w:val="00604495"/>
    <w:rsid w:val="00620B6E"/>
    <w:rsid w:val="00625863"/>
    <w:rsid w:val="00626C1B"/>
    <w:rsid w:val="00633C41"/>
    <w:rsid w:val="00641DB1"/>
    <w:rsid w:val="00667AFC"/>
    <w:rsid w:val="00675737"/>
    <w:rsid w:val="00676770"/>
    <w:rsid w:val="00685C48"/>
    <w:rsid w:val="00692910"/>
    <w:rsid w:val="006B59E4"/>
    <w:rsid w:val="006E3944"/>
    <w:rsid w:val="006F0DF6"/>
    <w:rsid w:val="00704C32"/>
    <w:rsid w:val="00716F54"/>
    <w:rsid w:val="00733037"/>
    <w:rsid w:val="00743252"/>
    <w:rsid w:val="00754BBA"/>
    <w:rsid w:val="00760164"/>
    <w:rsid w:val="00773D31"/>
    <w:rsid w:val="00773E89"/>
    <w:rsid w:val="00776085"/>
    <w:rsid w:val="00784E1F"/>
    <w:rsid w:val="00786A4D"/>
    <w:rsid w:val="007935FA"/>
    <w:rsid w:val="007A6D00"/>
    <w:rsid w:val="007B2843"/>
    <w:rsid w:val="007C70C8"/>
    <w:rsid w:val="007D10EA"/>
    <w:rsid w:val="007E2520"/>
    <w:rsid w:val="007E2A1C"/>
    <w:rsid w:val="007E7D52"/>
    <w:rsid w:val="007F2AE4"/>
    <w:rsid w:val="00800A1B"/>
    <w:rsid w:val="00810B37"/>
    <w:rsid w:val="00815FD1"/>
    <w:rsid w:val="00822D7F"/>
    <w:rsid w:val="00830040"/>
    <w:rsid w:val="00834089"/>
    <w:rsid w:val="008546D6"/>
    <w:rsid w:val="0086048A"/>
    <w:rsid w:val="00874E1B"/>
    <w:rsid w:val="00875FD0"/>
    <w:rsid w:val="00883637"/>
    <w:rsid w:val="00885500"/>
    <w:rsid w:val="00886795"/>
    <w:rsid w:val="0089715C"/>
    <w:rsid w:val="008973DD"/>
    <w:rsid w:val="008A2A8C"/>
    <w:rsid w:val="008B02BF"/>
    <w:rsid w:val="008C67E2"/>
    <w:rsid w:val="008E1EAF"/>
    <w:rsid w:val="008F38C3"/>
    <w:rsid w:val="008F6620"/>
    <w:rsid w:val="00902061"/>
    <w:rsid w:val="009044E6"/>
    <w:rsid w:val="00904AC3"/>
    <w:rsid w:val="00912B95"/>
    <w:rsid w:val="00917560"/>
    <w:rsid w:val="00921426"/>
    <w:rsid w:val="00924683"/>
    <w:rsid w:val="00924FE6"/>
    <w:rsid w:val="00925493"/>
    <w:rsid w:val="00926C24"/>
    <w:rsid w:val="00931774"/>
    <w:rsid w:val="00932AAD"/>
    <w:rsid w:val="00934125"/>
    <w:rsid w:val="0093422D"/>
    <w:rsid w:val="00943DA5"/>
    <w:rsid w:val="00945F8C"/>
    <w:rsid w:val="00947EF0"/>
    <w:rsid w:val="00966BD2"/>
    <w:rsid w:val="00967892"/>
    <w:rsid w:val="0097219F"/>
    <w:rsid w:val="00983BE5"/>
    <w:rsid w:val="009871DE"/>
    <w:rsid w:val="00993588"/>
    <w:rsid w:val="00994F24"/>
    <w:rsid w:val="009A4565"/>
    <w:rsid w:val="009D42B2"/>
    <w:rsid w:val="009E5CCF"/>
    <w:rsid w:val="009F3A71"/>
    <w:rsid w:val="009F4536"/>
    <w:rsid w:val="00A03A6A"/>
    <w:rsid w:val="00A0675D"/>
    <w:rsid w:val="00A125C7"/>
    <w:rsid w:val="00A1491A"/>
    <w:rsid w:val="00A15B31"/>
    <w:rsid w:val="00A31155"/>
    <w:rsid w:val="00A335FA"/>
    <w:rsid w:val="00A36502"/>
    <w:rsid w:val="00A40753"/>
    <w:rsid w:val="00A45D91"/>
    <w:rsid w:val="00A46209"/>
    <w:rsid w:val="00A73842"/>
    <w:rsid w:val="00AA00BC"/>
    <w:rsid w:val="00AA63BA"/>
    <w:rsid w:val="00AB1BA7"/>
    <w:rsid w:val="00AC417A"/>
    <w:rsid w:val="00AC7D2A"/>
    <w:rsid w:val="00AF22FC"/>
    <w:rsid w:val="00AF24BE"/>
    <w:rsid w:val="00AF6DAE"/>
    <w:rsid w:val="00AF7DC1"/>
    <w:rsid w:val="00B00972"/>
    <w:rsid w:val="00B059DD"/>
    <w:rsid w:val="00B15101"/>
    <w:rsid w:val="00B25DEF"/>
    <w:rsid w:val="00B3525B"/>
    <w:rsid w:val="00B41C92"/>
    <w:rsid w:val="00B453EF"/>
    <w:rsid w:val="00B4682E"/>
    <w:rsid w:val="00B60B58"/>
    <w:rsid w:val="00B73D97"/>
    <w:rsid w:val="00B8264E"/>
    <w:rsid w:val="00B94F08"/>
    <w:rsid w:val="00BA04EA"/>
    <w:rsid w:val="00BA313C"/>
    <w:rsid w:val="00BA5CD2"/>
    <w:rsid w:val="00BA5DE3"/>
    <w:rsid w:val="00BB6F47"/>
    <w:rsid w:val="00BD2374"/>
    <w:rsid w:val="00BD3BB7"/>
    <w:rsid w:val="00BD55DE"/>
    <w:rsid w:val="00BE0662"/>
    <w:rsid w:val="00BF4768"/>
    <w:rsid w:val="00BF66C7"/>
    <w:rsid w:val="00BF7C0D"/>
    <w:rsid w:val="00BF7E04"/>
    <w:rsid w:val="00C206A0"/>
    <w:rsid w:val="00C32DA4"/>
    <w:rsid w:val="00C35D91"/>
    <w:rsid w:val="00C40546"/>
    <w:rsid w:val="00C41B45"/>
    <w:rsid w:val="00C43235"/>
    <w:rsid w:val="00C619B8"/>
    <w:rsid w:val="00C63A44"/>
    <w:rsid w:val="00C73871"/>
    <w:rsid w:val="00C75FE5"/>
    <w:rsid w:val="00C80449"/>
    <w:rsid w:val="00C83D2F"/>
    <w:rsid w:val="00C90175"/>
    <w:rsid w:val="00C90327"/>
    <w:rsid w:val="00C9596A"/>
    <w:rsid w:val="00C95AFA"/>
    <w:rsid w:val="00CA7964"/>
    <w:rsid w:val="00CA79D6"/>
    <w:rsid w:val="00CB06DD"/>
    <w:rsid w:val="00CB5A94"/>
    <w:rsid w:val="00CC21E6"/>
    <w:rsid w:val="00CC60B6"/>
    <w:rsid w:val="00CC6969"/>
    <w:rsid w:val="00CD1244"/>
    <w:rsid w:val="00CE47BF"/>
    <w:rsid w:val="00CE67E6"/>
    <w:rsid w:val="00CF0D6B"/>
    <w:rsid w:val="00CF4960"/>
    <w:rsid w:val="00D02D87"/>
    <w:rsid w:val="00D1630E"/>
    <w:rsid w:val="00D16315"/>
    <w:rsid w:val="00D30261"/>
    <w:rsid w:val="00D306CE"/>
    <w:rsid w:val="00D32CF2"/>
    <w:rsid w:val="00D41223"/>
    <w:rsid w:val="00D42A67"/>
    <w:rsid w:val="00D50EBB"/>
    <w:rsid w:val="00D544F8"/>
    <w:rsid w:val="00D71384"/>
    <w:rsid w:val="00D74425"/>
    <w:rsid w:val="00D80702"/>
    <w:rsid w:val="00D85FF8"/>
    <w:rsid w:val="00D86DAB"/>
    <w:rsid w:val="00DA473C"/>
    <w:rsid w:val="00DB636D"/>
    <w:rsid w:val="00DB7E65"/>
    <w:rsid w:val="00DC3F0B"/>
    <w:rsid w:val="00DC7781"/>
    <w:rsid w:val="00DE35E8"/>
    <w:rsid w:val="00DE7EAD"/>
    <w:rsid w:val="00DF0924"/>
    <w:rsid w:val="00DF6F49"/>
    <w:rsid w:val="00E0315B"/>
    <w:rsid w:val="00E061D8"/>
    <w:rsid w:val="00E1048D"/>
    <w:rsid w:val="00E20973"/>
    <w:rsid w:val="00E329A8"/>
    <w:rsid w:val="00E34ACA"/>
    <w:rsid w:val="00E3613D"/>
    <w:rsid w:val="00E3668E"/>
    <w:rsid w:val="00E40B9B"/>
    <w:rsid w:val="00E43A63"/>
    <w:rsid w:val="00E455E6"/>
    <w:rsid w:val="00E54B27"/>
    <w:rsid w:val="00E574A8"/>
    <w:rsid w:val="00E66507"/>
    <w:rsid w:val="00E741B7"/>
    <w:rsid w:val="00E85314"/>
    <w:rsid w:val="00E96720"/>
    <w:rsid w:val="00EA1CC7"/>
    <w:rsid w:val="00EB051A"/>
    <w:rsid w:val="00EB636E"/>
    <w:rsid w:val="00EC2DFB"/>
    <w:rsid w:val="00EC7A92"/>
    <w:rsid w:val="00ED1C03"/>
    <w:rsid w:val="00ED4505"/>
    <w:rsid w:val="00ED53D3"/>
    <w:rsid w:val="00ED5A22"/>
    <w:rsid w:val="00EE4447"/>
    <w:rsid w:val="00EE5E8F"/>
    <w:rsid w:val="00EE68CE"/>
    <w:rsid w:val="00EF02D3"/>
    <w:rsid w:val="00F11C8D"/>
    <w:rsid w:val="00F3082C"/>
    <w:rsid w:val="00F31A99"/>
    <w:rsid w:val="00F3398E"/>
    <w:rsid w:val="00F40A37"/>
    <w:rsid w:val="00F44704"/>
    <w:rsid w:val="00F4660E"/>
    <w:rsid w:val="00F47D6B"/>
    <w:rsid w:val="00F50BAA"/>
    <w:rsid w:val="00F5617B"/>
    <w:rsid w:val="00F64436"/>
    <w:rsid w:val="00F6661A"/>
    <w:rsid w:val="00F75820"/>
    <w:rsid w:val="00F76C84"/>
    <w:rsid w:val="00F8160D"/>
    <w:rsid w:val="00FA1032"/>
    <w:rsid w:val="00FA1E29"/>
    <w:rsid w:val="00FA6A4A"/>
    <w:rsid w:val="00FA7D0B"/>
    <w:rsid w:val="00FB147E"/>
    <w:rsid w:val="00FB1B89"/>
    <w:rsid w:val="00FB7686"/>
    <w:rsid w:val="00FC0201"/>
    <w:rsid w:val="00FD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4483110"/>
  <w15:chartTrackingRefBased/>
  <w15:docId w15:val="{9E694C05-CF4A-471E-986A-B770BA36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25B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2211236B-C528-462A-84B9-805CD834917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9D26C3E-0920-401A-A04E-517985EA0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3E0B84-47C6-4395-A6A7-A417FB1A78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52FF73-7229-4D90-9DDA-C31B66A2C36C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85baac6e-00ee-4400-8471-a7ea50d0936d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09ababc6-fd81-4b54-b3d2-b3b9331a54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3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H2.3</vt:lpstr>
    </vt:vector>
  </TitlesOfParts>
  <Company>Windows User</Company>
  <LinksUpToDate>false</LinksUpToDate>
  <CharactersWithSpaces>4025</CharactersWithSpaces>
  <SharedDoc>false</SharedDoc>
  <HLinks>
    <vt:vector size="18" baseType="variant">
      <vt:variant>
        <vt:i4>5505117</vt:i4>
      </vt:variant>
      <vt:variant>
        <vt:i4>18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H2.3</dc:title>
  <dc:subject/>
  <dc:creator>Ray</dc:creator>
  <cp:keywords/>
  <cp:lastModifiedBy>Chantal Waite</cp:lastModifiedBy>
  <cp:revision>6</cp:revision>
  <cp:lastPrinted>2016-03-08T17:35:00Z</cp:lastPrinted>
  <dcterms:created xsi:type="dcterms:W3CDTF">2025-02-18T22:25:00Z</dcterms:created>
  <dcterms:modified xsi:type="dcterms:W3CDTF">2025-04-24T02:12:00Z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29806600.0000000</vt:lpwstr>
  </property>
  <property fmtid="{D5CDD505-2E9C-101B-9397-08002B2CF9AE}" pid="4" name="display_urn:schemas-microsoft-com:office:office#Author">
    <vt:lpwstr>Kristin Matulka</vt:lpwstr>
  </property>
  <property fmtid="{D5CDD505-2E9C-101B-9397-08002B2CF9AE}" pid="5" name="Hyperlink">
    <vt:lpwstr>, </vt:lpwstr>
  </property>
  <property fmtid="{D5CDD505-2E9C-101B-9397-08002B2CF9AE}" pid="6" name="xd_Signature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ContentTypeId">
    <vt:lpwstr>0x010100ACBC70D29333B540B9741A7B319F3CB2</vt:lpwstr>
  </property>
  <property fmtid="{D5CDD505-2E9C-101B-9397-08002B2CF9AE}" pid="12" name="MediaServiceImageTags">
    <vt:lpwstr/>
  </property>
</Properties>
</file>